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2C268" w14:textId="132237FF" w:rsidR="007A3012" w:rsidRPr="005354CD" w:rsidRDefault="0A7E9111" w:rsidP="1B4FA7E8">
      <w:pPr>
        <w:pStyle w:val="berschriftDeckblatt"/>
        <w:spacing w:after="360"/>
        <w:jc w:val="center"/>
        <w:rPr>
          <w:rFonts w:ascii="Calibri" w:hAnsi="Calibri" w:cs="Calibri"/>
          <w:color w:val="auto"/>
        </w:rPr>
      </w:pPr>
      <w:r w:rsidRPr="005354CD">
        <w:rPr>
          <w:rFonts w:ascii="Calibri" w:hAnsi="Calibri" w:cs="Calibri"/>
          <w:color w:val="auto"/>
        </w:rPr>
        <w:t>Leistungsschein</w:t>
      </w:r>
    </w:p>
    <w:p w14:paraId="6FAE2FAF" w14:textId="585600AD" w:rsidR="00463B87" w:rsidRPr="005354CD" w:rsidRDefault="005047AE" w:rsidP="005A0C39">
      <w:pPr>
        <w:pStyle w:val="berschriftDeckblatt"/>
        <w:spacing w:after="360"/>
        <w:jc w:val="center"/>
        <w:rPr>
          <w:rFonts w:ascii="Calibri" w:hAnsi="Calibri" w:cs="Calibri"/>
          <w:b w:val="0"/>
          <w:bCs/>
          <w:color w:val="auto"/>
          <w:sz w:val="22"/>
        </w:rPr>
      </w:pPr>
      <w:r>
        <w:rPr>
          <w:rFonts w:ascii="Calibri" w:hAnsi="Calibri" w:cs="Calibri"/>
          <w:color w:val="auto"/>
        </w:rPr>
        <w:t>Basis-Modul</w:t>
      </w:r>
      <w:r>
        <w:rPr>
          <w:rFonts w:ascii="Calibri" w:hAnsi="Calibri" w:cs="Calibri"/>
          <w:color w:val="auto"/>
        </w:rPr>
        <w:br/>
      </w:r>
      <w:r w:rsidR="00146B3E" w:rsidRPr="005354CD">
        <w:rPr>
          <w:rFonts w:ascii="Calibri" w:hAnsi="Calibri" w:cs="Calibri"/>
          <w:color w:val="auto"/>
        </w:rPr>
        <w:t>Kundenselbstberatungslösung zum Abschluss von VR Pay Kompakt-Lösungen im Online-Banking</w:t>
      </w:r>
      <w:r>
        <w:rPr>
          <w:rFonts w:ascii="Calibri" w:hAnsi="Calibri" w:cs="Calibri"/>
          <w:color w:val="auto"/>
        </w:rPr>
        <w:br/>
      </w:r>
    </w:p>
    <w:p w14:paraId="6E59CC06" w14:textId="5DCA62B1" w:rsidR="00E308A2" w:rsidRPr="005354CD" w:rsidRDefault="004E0E3C" w:rsidP="00D45DB3">
      <w:pPr>
        <w:pStyle w:val="berschriftDeckblatt"/>
        <w:spacing w:after="360"/>
        <w:jc w:val="left"/>
        <w:rPr>
          <w:rFonts w:ascii="Calibri" w:hAnsi="Calibri" w:cs="Calibri"/>
          <w:b w:val="0"/>
          <w:bCs/>
          <w:color w:val="auto"/>
        </w:rPr>
      </w:pPr>
      <w:r>
        <w:rPr>
          <w:rFonts w:ascii="Calibri" w:hAnsi="Calibri" w:cs="Calibri"/>
          <w:b w:val="0"/>
          <w:bCs/>
          <w:color w:val="auto"/>
          <w:sz w:val="22"/>
        </w:rPr>
        <w:t>U</w:t>
      </w:r>
      <w:r w:rsidR="00E308A2" w:rsidRPr="005354CD">
        <w:rPr>
          <w:rFonts w:ascii="Calibri" w:hAnsi="Calibri" w:cs="Calibri"/>
          <w:b w:val="0"/>
          <w:bCs/>
          <w:color w:val="auto"/>
          <w:sz w:val="22"/>
        </w:rPr>
        <w:t xml:space="preserve">nter Bezugnahme auf den </w:t>
      </w:r>
    </w:p>
    <w:p w14:paraId="4C98C971" w14:textId="77777777" w:rsidR="00E308A2" w:rsidRPr="005354CD" w:rsidRDefault="00E308A2" w:rsidP="00D45DB3">
      <w:pPr>
        <w:jc w:val="center"/>
        <w:rPr>
          <w:rFonts w:ascii="Calibri" w:hAnsi="Calibri" w:cs="Calibri"/>
        </w:rPr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E308A2" w:rsidRPr="005354CD" w14:paraId="63F3EED2" w14:textId="77777777" w:rsidTr="7371CD44">
        <w:tc>
          <w:tcPr>
            <w:tcW w:w="4678" w:type="dxa"/>
          </w:tcPr>
          <w:p w14:paraId="1C74CD11" w14:textId="77777777" w:rsidR="00E308A2" w:rsidRPr="005354CD" w:rsidRDefault="00E308A2" w:rsidP="00D45DB3">
            <w:pPr>
              <w:ind w:firstLine="3"/>
              <w:jc w:val="center"/>
              <w:rPr>
                <w:rFonts w:ascii="Calibri" w:hAnsi="Calibri" w:cs="Calibri"/>
              </w:rPr>
            </w:pPr>
            <w:r w:rsidRPr="005354CD">
              <w:rPr>
                <w:rFonts w:ascii="Calibri" w:hAnsi="Calibri" w:cs="Calibri"/>
              </w:rPr>
              <w:t>zwischen</w:t>
            </w:r>
          </w:p>
          <w:p w14:paraId="47EBD6EC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Cs/>
                <w:lang w:val="en-US"/>
              </w:rPr>
            </w:pPr>
          </w:p>
        </w:tc>
        <w:tc>
          <w:tcPr>
            <w:tcW w:w="4678" w:type="dxa"/>
          </w:tcPr>
          <w:p w14:paraId="3042DEAF" w14:textId="6C32CC9B" w:rsidR="00E308A2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und</w:t>
            </w:r>
          </w:p>
          <w:p w14:paraId="3DA0FC18" w14:textId="77777777" w:rsidR="005354CD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7DC902CF" w14:textId="77777777" w:rsidTr="7371CD44">
        <w:tc>
          <w:tcPr>
            <w:tcW w:w="4678" w:type="dxa"/>
          </w:tcPr>
          <w:p w14:paraId="045F310E" w14:textId="6356BEA0" w:rsidR="00E308A2" w:rsidRPr="005354CD" w:rsidRDefault="005A0C39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BankingGuide</w:t>
            </w:r>
            <w:r w:rsidR="00E308A2" w:rsidRPr="005354CD">
              <w:rPr>
                <w:rFonts w:ascii="Calibri" w:hAnsi="Calibri" w:cs="Calibri"/>
                <w:b/>
                <w:bCs/>
              </w:rPr>
              <w:t xml:space="preserve"> GmbH</w:t>
            </w:r>
          </w:p>
          <w:p w14:paraId="313F5E72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Fürstenwall 172</w:t>
            </w:r>
          </w:p>
          <w:p w14:paraId="6716FED9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40217 Düsseldorf</w:t>
            </w:r>
          </w:p>
          <w:p w14:paraId="7761FEF4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sdt>
            <w:sdtPr>
              <w:rPr>
                <w:rFonts w:ascii="Calibri" w:hAnsi="Calibri" w:cs="Calibri"/>
                <w:b/>
                <w:bCs/>
              </w:rPr>
              <w:alias w:val="Bankname"/>
              <w:tag w:val="Bankname"/>
              <w:id w:val="-2020231576"/>
              <w:placeholder>
                <w:docPart w:val="DefaultPlaceholder_-1854013440"/>
              </w:placeholder>
              <w:showingPlcHdr/>
            </w:sdtPr>
            <w:sdtEndPr/>
            <w:sdtContent>
              <w:p w14:paraId="03630237" w14:textId="2A2B7360" w:rsidR="00E308A2" w:rsidRPr="005354CD" w:rsidRDefault="00465F31" w:rsidP="005354CD">
                <w:pPr>
                  <w:jc w:val="center"/>
                  <w:rPr>
                    <w:rFonts w:ascii="Calibri" w:hAnsi="Calibri" w:cs="Calibri"/>
                    <w:b/>
                    <w:bCs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Straße Hausnummer"/>
              <w:tag w:val="Straße Hausnummer"/>
              <w:id w:val="-584449141"/>
              <w:placeholder>
                <w:docPart w:val="D2018308A6C04DBFAE5FBDA96D3E2D08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1441090" w14:textId="6812CBAC" w:rsidR="005A0C39" w:rsidRPr="001A75CF" w:rsidRDefault="00465F31" w:rsidP="0035211C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PLZ Ort"/>
              <w:tag w:val="PLZ Ort"/>
              <w:id w:val="-1886166105"/>
              <w:placeholder>
                <w:docPart w:val="5ED8D5F6B37844F483DEB195C840AFE3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6E5DDD5" w14:textId="6418D61A" w:rsidR="005A0C39" w:rsidRPr="001A75CF" w:rsidRDefault="00465F31" w:rsidP="001A75CF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p w14:paraId="74265648" w14:textId="7705819C" w:rsidR="00E308A2" w:rsidRPr="005354CD" w:rsidRDefault="00E308A2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07B06028" w14:textId="77777777" w:rsidTr="7371CD44">
        <w:tc>
          <w:tcPr>
            <w:tcW w:w="4678" w:type="dxa"/>
          </w:tcPr>
          <w:p w14:paraId="1D61FD4E" w14:textId="1B97798E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bCs/>
              </w:rPr>
              <w:tab/>
            </w: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Lizenzgeber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37DCCBE" w14:textId="533F65C3" w:rsidR="00E308A2" w:rsidRPr="005354CD" w:rsidRDefault="00E308A2" w:rsidP="00D45DB3">
            <w:pPr>
              <w:tabs>
                <w:tab w:val="left" w:pos="1620"/>
              </w:tabs>
              <w:rPr>
                <w:rFonts w:ascii="Calibri" w:hAnsi="Calibri" w:cs="Calibri"/>
                <w:bCs/>
              </w:rPr>
            </w:pPr>
          </w:p>
        </w:tc>
        <w:tc>
          <w:tcPr>
            <w:tcW w:w="4678" w:type="dxa"/>
          </w:tcPr>
          <w:p w14:paraId="2BB5B434" w14:textId="547477BC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Lizenznehmer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C244D25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69327C73" w14:textId="39356578" w:rsidR="002D6BEB" w:rsidRPr="005354CD" w:rsidRDefault="403A2DD9" w:rsidP="34B74A89">
      <w:pPr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vereinbarten </w:t>
      </w:r>
      <w:r w:rsidR="00716576">
        <w:rPr>
          <w:rFonts w:ascii="Calibri" w:hAnsi="Calibri" w:cs="Calibri"/>
        </w:rPr>
        <w:t>Lizenz</w:t>
      </w:r>
      <w:r w:rsidR="005047AE">
        <w:rPr>
          <w:rFonts w:ascii="Calibri" w:hAnsi="Calibri" w:cs="Calibri"/>
        </w:rPr>
        <w:t>vertrag</w:t>
      </w:r>
      <w:r w:rsidRPr="005354CD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– unterzeichnet am </w:t>
      </w:r>
      <w:sdt>
        <w:sdtPr>
          <w:rPr>
            <w:rFonts w:ascii="Calibri" w:hAnsi="Calibri" w:cs="Calibri"/>
          </w:rPr>
          <w:alias w:val="Unterschriftdatum des Lizenzvertrags"/>
          <w:tag w:val="Unterschriftdatum des Lizenzvertrags"/>
          <w:id w:val="1893763330"/>
          <w:placeholder>
            <w:docPart w:val="DefaultPlaceholder_-1854013440"/>
          </w:placeholder>
          <w:showingPlcHdr/>
        </w:sdtPr>
        <w:sdtEndPr/>
        <w:sdtContent>
          <w:r w:rsidR="00844A38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44A38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- </w:t>
      </w:r>
      <w:r w:rsidR="00886E1E">
        <w:rPr>
          <w:rFonts w:ascii="Calibri" w:hAnsi="Calibri" w:cs="Calibri"/>
        </w:rPr>
        <w:t xml:space="preserve">zur Nutzung </w:t>
      </w:r>
      <w:r w:rsidR="005E705C">
        <w:rPr>
          <w:rFonts w:ascii="Calibri" w:hAnsi="Calibri" w:cs="Calibri"/>
        </w:rPr>
        <w:t>des VR Payment</w:t>
      </w:r>
      <w:r w:rsidR="005047AE">
        <w:rPr>
          <w:rFonts w:ascii="Calibri" w:hAnsi="Calibri" w:cs="Calibri"/>
        </w:rPr>
        <w:t>-Leistungspakets</w:t>
      </w:r>
      <w:r w:rsidRPr="005354CD">
        <w:rPr>
          <w:rFonts w:ascii="Calibri" w:hAnsi="Calibri" w:cs="Calibri"/>
        </w:rPr>
        <w:t xml:space="preserve"> schließen die Vertragsparteien folgende</w:t>
      </w:r>
      <w:r w:rsidR="21131BB7" w:rsidRPr="005354CD">
        <w:rPr>
          <w:rFonts w:ascii="Calibri" w:hAnsi="Calibri" w:cs="Calibri"/>
        </w:rPr>
        <w:t>n Leistungsschein.</w:t>
      </w:r>
    </w:p>
    <w:p w14:paraId="76D5F474" w14:textId="6A3A6E05" w:rsidR="00174DC2" w:rsidRPr="005354CD" w:rsidRDefault="00174DC2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78181C6" w14:textId="77777777" w:rsidR="009C160B" w:rsidRPr="005354CD" w:rsidRDefault="009C160B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FC73798" w14:textId="1E277895" w:rsidR="00831E03" w:rsidRPr="005354CD" w:rsidRDefault="5C9490A7" w:rsidP="3908856E">
      <w:pPr>
        <w:pStyle w:val="berschrift1"/>
        <w:spacing w:line="259" w:lineRule="auto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Vertragsgegenstand</w:t>
      </w:r>
    </w:p>
    <w:p w14:paraId="30B363CC" w14:textId="68DF6D06" w:rsidR="00261EBF" w:rsidRDefault="64861752" w:rsidP="00FE1AED">
      <w:pPr>
        <w:spacing w:line="259" w:lineRule="auto"/>
        <w:jc w:val="left"/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Gegenstand dieses </w:t>
      </w:r>
      <w:r w:rsidR="004E0E3C">
        <w:rPr>
          <w:rFonts w:ascii="Calibri" w:hAnsi="Calibri" w:cs="Calibri"/>
        </w:rPr>
        <w:t>Leistungsschein</w:t>
      </w:r>
      <w:r w:rsidR="00D25494">
        <w:rPr>
          <w:rFonts w:ascii="Calibri" w:hAnsi="Calibri" w:cs="Calibri"/>
        </w:rPr>
        <w:t>s</w:t>
      </w:r>
      <w:r w:rsidRPr="005354CD">
        <w:rPr>
          <w:rFonts w:ascii="Calibri" w:hAnsi="Calibri" w:cs="Calibri"/>
        </w:rPr>
        <w:t xml:space="preserve"> ist </w:t>
      </w:r>
      <w:r w:rsidR="00BD1647">
        <w:rPr>
          <w:rFonts w:ascii="Calibri" w:hAnsi="Calibri" w:cs="Calibri"/>
        </w:rPr>
        <w:t xml:space="preserve">die </w:t>
      </w:r>
      <w:r w:rsidR="008B00E1">
        <w:rPr>
          <w:rFonts w:ascii="Calibri" w:hAnsi="Calibri" w:cs="Calibri"/>
        </w:rPr>
        <w:t xml:space="preserve">Nutzungsberechtigung für das Basis-Modul </w:t>
      </w:r>
      <w:r w:rsidR="00351491">
        <w:rPr>
          <w:rFonts w:ascii="Calibri" w:hAnsi="Calibri" w:cs="Calibri"/>
        </w:rPr>
        <w:t xml:space="preserve">1 - </w:t>
      </w:r>
      <w:r w:rsidR="002944DB">
        <w:rPr>
          <w:rFonts w:ascii="Calibri" w:hAnsi="Calibri" w:cs="Calibri"/>
        </w:rPr>
        <w:t>„</w:t>
      </w:r>
      <w:r w:rsidR="007928B5" w:rsidRPr="005354CD">
        <w:rPr>
          <w:rFonts w:ascii="Calibri" w:hAnsi="Calibri" w:cs="Calibri"/>
        </w:rPr>
        <w:t>Kundenselbstberatung zum Abschluss von VR Pay Kompakt-Lösungen</w:t>
      </w:r>
      <w:r w:rsidR="007928B5">
        <w:rPr>
          <w:rFonts w:ascii="Calibri" w:hAnsi="Calibri" w:cs="Calibri"/>
        </w:rPr>
        <w:t xml:space="preserve">“. </w:t>
      </w:r>
    </w:p>
    <w:p w14:paraId="70C02779" w14:textId="3A061BFB" w:rsidR="64861752" w:rsidRDefault="00FE1AED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Mit </w:t>
      </w:r>
      <w:r w:rsidR="00261EBF">
        <w:rPr>
          <w:rFonts w:ascii="Calibri" w:hAnsi="Calibri" w:cs="Calibri"/>
        </w:rPr>
        <w:t>diesem</w:t>
      </w:r>
      <w:r w:rsidR="00C93E92">
        <w:rPr>
          <w:rFonts w:ascii="Calibri" w:hAnsi="Calibri" w:cs="Calibri"/>
        </w:rPr>
        <w:t xml:space="preserve"> Basis-Modul werden Kunden des Lizenznehmers in die Lage versetzt</w:t>
      </w:r>
      <w:r w:rsidR="007808CE">
        <w:rPr>
          <w:rFonts w:ascii="Calibri" w:hAnsi="Calibri" w:cs="Calibri"/>
        </w:rPr>
        <w:t>,</w:t>
      </w:r>
      <w:r w:rsidR="00D55A70">
        <w:rPr>
          <w:rFonts w:ascii="Calibri" w:hAnsi="Calibri" w:cs="Calibri"/>
        </w:rPr>
        <w:t xml:space="preserve"> die Produktlösung „VR Pay Kompakt“</w:t>
      </w:r>
      <w:r w:rsidR="00B50EAA">
        <w:rPr>
          <w:rFonts w:ascii="Calibri" w:hAnsi="Calibri" w:cs="Calibri"/>
        </w:rPr>
        <w:t xml:space="preserve"> sowie </w:t>
      </w:r>
      <w:r w:rsidR="007808CE">
        <w:rPr>
          <w:rFonts w:ascii="Calibri" w:hAnsi="Calibri" w:cs="Calibri"/>
        </w:rPr>
        <w:t>zugehörige</w:t>
      </w:r>
      <w:r w:rsidR="00B50EAA">
        <w:rPr>
          <w:rFonts w:ascii="Calibri" w:hAnsi="Calibri" w:cs="Calibri"/>
        </w:rPr>
        <w:t xml:space="preserve"> </w:t>
      </w:r>
      <w:r w:rsidR="007808CE">
        <w:rPr>
          <w:rFonts w:ascii="Calibri" w:hAnsi="Calibri" w:cs="Calibri"/>
        </w:rPr>
        <w:t>Ergänzungs</w:t>
      </w:r>
      <w:r w:rsidR="00261EBF">
        <w:rPr>
          <w:rFonts w:ascii="Calibri" w:hAnsi="Calibri" w:cs="Calibri"/>
        </w:rPr>
        <w:t>leistungen</w:t>
      </w:r>
      <w:r w:rsidR="009506AE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 xml:space="preserve">im Online-Banking </w:t>
      </w:r>
      <w:r w:rsidR="00B50EAA">
        <w:rPr>
          <w:rFonts w:ascii="Calibri" w:hAnsi="Calibri" w:cs="Calibri"/>
        </w:rPr>
        <w:t>abzuschließen.</w:t>
      </w:r>
      <w:r w:rsidR="00975E21">
        <w:rPr>
          <w:rFonts w:ascii="Calibri" w:hAnsi="Calibri" w:cs="Calibri"/>
        </w:rPr>
        <w:t xml:space="preserve"> Nach </w:t>
      </w:r>
      <w:r w:rsidR="00EA291F">
        <w:rPr>
          <w:rFonts w:ascii="Calibri" w:hAnsi="Calibri" w:cs="Calibri"/>
        </w:rPr>
        <w:t>Bestätigung der Bestellung</w:t>
      </w:r>
      <w:r w:rsidR="00B63F41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>durch den</w:t>
      </w:r>
      <w:r w:rsidR="00B63F41">
        <w:rPr>
          <w:rFonts w:ascii="Calibri" w:hAnsi="Calibri" w:cs="Calibri"/>
        </w:rPr>
        <w:t xml:space="preserve"> Kunden via TAN-Freigabe werden die </w:t>
      </w:r>
      <w:r w:rsidR="000F45C2">
        <w:rPr>
          <w:rFonts w:ascii="Calibri" w:hAnsi="Calibri" w:cs="Calibri"/>
        </w:rPr>
        <w:t>– aus agree21 vorbefüllten – Kundenstammdaten sowie die vom Kunden eingebenden produktspezifischen Daten per API-Schnittstelle zur VR Payment übermittelt.</w:t>
      </w:r>
    </w:p>
    <w:p w14:paraId="59C8D0C4" w14:textId="2F20F926" w:rsidR="007E6B5A" w:rsidRDefault="007E6B5A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Der Kunde stimmt dem Datentransfer zur VR Payment über eine </w:t>
      </w:r>
      <w:r w:rsidR="006F1706">
        <w:rPr>
          <w:rFonts w:ascii="Calibri" w:hAnsi="Calibri" w:cs="Calibri"/>
        </w:rPr>
        <w:t>pflichtmäßig vor Bestellung zu bestätigende Checkbox</w:t>
      </w:r>
      <w:r w:rsidR="00BB37E3">
        <w:rPr>
          <w:rFonts w:ascii="Calibri" w:hAnsi="Calibri" w:cs="Calibri"/>
        </w:rPr>
        <w:t xml:space="preserve"> zu.</w:t>
      </w:r>
    </w:p>
    <w:p w14:paraId="520002D1" w14:textId="0A74CE6D" w:rsidR="00BB37E3" w:rsidRPr="005354CD" w:rsidRDefault="00BB37E3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Weitere Informationen zum konkreten Leistungsumfang der Lösung entnehmen Sie der Anwender-Dokumentation </w:t>
      </w:r>
      <w:r w:rsidR="007D531A" w:rsidRPr="007D531A">
        <w:rPr>
          <w:rFonts w:ascii="Calibri" w:hAnsi="Calibri" w:cs="Calibri"/>
        </w:rPr>
        <w:t>„Self-Services für Firmenkunden mit BankingGuideExpress“</w:t>
      </w:r>
      <w:r w:rsidRPr="007D531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im ATRUVIA Hub.</w:t>
      </w:r>
    </w:p>
    <w:p w14:paraId="4659D6A2" w14:textId="77777777" w:rsidR="001B138D" w:rsidRPr="005354CD" w:rsidRDefault="001B138D" w:rsidP="001B138D">
      <w:pPr>
        <w:pStyle w:val="BMS-CD-Flietext"/>
      </w:pPr>
    </w:p>
    <w:p w14:paraId="6B9D2820" w14:textId="3D71C36C" w:rsidR="001B138D" w:rsidRPr="005354CD" w:rsidRDefault="00C93E92" w:rsidP="001B138D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</w:rPr>
        <w:t>Betriebsplattform</w:t>
      </w:r>
    </w:p>
    <w:p w14:paraId="6F9997F1" w14:textId="2F8940FF" w:rsidR="7761BD15" w:rsidRPr="00CA212F" w:rsidRDefault="00C93E92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>Das</w:t>
      </w:r>
      <w:r w:rsidR="00CA212F"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 xml:space="preserve"> Basis-Modul </w:t>
      </w:r>
      <w:r w:rsidR="00CA212F" w:rsidRPr="00CA212F">
        <w:rPr>
          <w:rFonts w:ascii="Calibri" w:hAnsi="Calibri" w:cs="Calibri"/>
          <w:sz w:val="22"/>
          <w:szCs w:val="22"/>
        </w:rPr>
        <w:t>„</w:t>
      </w:r>
      <w:r w:rsidR="00CA212F" w:rsidRPr="00CA212F">
        <w:rPr>
          <w:rFonts w:ascii="Calibri" w:hAnsi="Calibri" w:cs="Calibri"/>
          <w:color w:val="auto"/>
          <w:sz w:val="22"/>
          <w:szCs w:val="22"/>
        </w:rPr>
        <w:t>Kundenselbstberatung zum Abschluss von VR Pay Kompakt-Lösungen</w:t>
      </w:r>
      <w:r w:rsidR="00CA212F" w:rsidRPr="00CA212F">
        <w:rPr>
          <w:rFonts w:ascii="Calibri" w:hAnsi="Calibri" w:cs="Calibri"/>
          <w:sz w:val="22"/>
          <w:szCs w:val="22"/>
        </w:rPr>
        <w:t>“</w:t>
      </w:r>
      <w:r w:rsidR="00CA212F">
        <w:rPr>
          <w:rFonts w:ascii="Calibri" w:hAnsi="Calibri" w:cs="Calibri"/>
          <w:sz w:val="22"/>
          <w:szCs w:val="22"/>
        </w:rPr>
        <w:t xml:space="preserve"> wird im Online-Banking der Bank betrieben.</w:t>
      </w:r>
    </w:p>
    <w:p w14:paraId="70F416F4" w14:textId="7BF796D5" w:rsidR="38C5A534" w:rsidRPr="005354CD" w:rsidRDefault="38C5A534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2D73F8C" w14:textId="207E9FD4" w:rsidR="001B138D" w:rsidRPr="005354CD" w:rsidRDefault="44380B58" w:rsidP="001B138D">
      <w:pPr>
        <w:pStyle w:val="berschrift1"/>
        <w:rPr>
          <w:rFonts w:ascii="Calibri" w:hAnsi="Calibri" w:cs="Calibri"/>
        </w:rPr>
      </w:pPr>
      <w:r w:rsidRPr="005354CD">
        <w:rPr>
          <w:rFonts w:ascii="Calibri" w:hAnsi="Calibri" w:cs="Calibri"/>
        </w:rPr>
        <w:lastRenderedPageBreak/>
        <w:t>Vergütung</w:t>
      </w:r>
    </w:p>
    <w:p w14:paraId="41C415BA" w14:textId="4AAF87B7" w:rsidR="001357D5" w:rsidRDefault="009506AE" w:rsidP="001357D5">
      <w:pPr>
        <w:spacing w:line="259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Für die Nutzung </w:t>
      </w:r>
      <w:r w:rsidR="00462781">
        <w:rPr>
          <w:rFonts w:ascii="Calibri" w:eastAsiaTheme="minorEastAsia" w:hAnsi="Calibri" w:cs="Calibri"/>
        </w:rPr>
        <w:t>dieses</w:t>
      </w:r>
      <w:r>
        <w:rPr>
          <w:rFonts w:ascii="Calibri" w:eastAsiaTheme="minorEastAsia" w:hAnsi="Calibri" w:cs="Calibri"/>
        </w:rPr>
        <w:t xml:space="preserve"> Basis-Moduls fallen – neben dem Basis-Lizenzpreis</w:t>
      </w:r>
      <w:r w:rsidR="00462781">
        <w:rPr>
          <w:rFonts w:ascii="Calibri" w:eastAsiaTheme="minorEastAsia" w:hAnsi="Calibri" w:cs="Calibri"/>
        </w:rPr>
        <w:t xml:space="preserve"> (gem. </w:t>
      </w:r>
      <w:r w:rsidR="0085643C">
        <w:rPr>
          <w:rFonts w:ascii="Calibri" w:eastAsiaTheme="minorEastAsia" w:hAnsi="Calibri" w:cs="Calibri"/>
        </w:rPr>
        <w:t xml:space="preserve">§4 des Lizenzvertrags) </w:t>
      </w:r>
      <w:r w:rsidR="00462781">
        <w:rPr>
          <w:rFonts w:ascii="Calibri" w:eastAsiaTheme="minorEastAsia" w:hAnsi="Calibri" w:cs="Calibri"/>
        </w:rPr>
        <w:t>-</w:t>
      </w:r>
      <w:r>
        <w:rPr>
          <w:rFonts w:ascii="Calibri" w:eastAsiaTheme="minorEastAsia" w:hAnsi="Calibri" w:cs="Calibri"/>
        </w:rPr>
        <w:t xml:space="preserve"> keine weiteren Lizenzgebühren an</w:t>
      </w:r>
      <w:r w:rsidR="001357D5">
        <w:rPr>
          <w:rFonts w:ascii="Calibri" w:eastAsiaTheme="minorEastAsia" w:hAnsi="Calibri" w:cs="Calibri"/>
        </w:rPr>
        <w:t>.</w:t>
      </w:r>
    </w:p>
    <w:p w14:paraId="6A6C09C4" w14:textId="77777777" w:rsidR="001357D5" w:rsidRDefault="001357D5" w:rsidP="001357D5">
      <w:pPr>
        <w:spacing w:line="259" w:lineRule="auto"/>
        <w:rPr>
          <w:rFonts w:ascii="Calibri" w:hAnsi="Calibri" w:cs="Calibri"/>
        </w:rPr>
      </w:pPr>
    </w:p>
    <w:p w14:paraId="56DAEDFD" w14:textId="77777777" w:rsidR="008E0DBC" w:rsidRPr="005354CD" w:rsidRDefault="6169C9E9" w:rsidP="34B74A89">
      <w:pPr>
        <w:pStyle w:val="berschrift1"/>
        <w:spacing w:line="259" w:lineRule="auto"/>
        <w:ind w:left="567" w:hanging="567"/>
        <w:rPr>
          <w:rFonts w:ascii="Calibri" w:hAnsi="Calibri" w:cs="Calibri"/>
        </w:rPr>
      </w:pPr>
      <w:bookmarkStart w:id="0" w:name="_Toc162939611"/>
      <w:bookmarkStart w:id="1" w:name="_Hlk163043754"/>
      <w:r w:rsidRPr="005354CD">
        <w:rPr>
          <w:rFonts w:ascii="Calibri" w:hAnsi="Calibri" w:cs="Calibri"/>
        </w:rPr>
        <w:t>Unterschriften</w:t>
      </w:r>
      <w:bookmarkEnd w:id="0"/>
    </w:p>
    <w:bookmarkEnd w:id="1"/>
    <w:p w14:paraId="75A6D569" w14:textId="77777777" w:rsidR="00573D93" w:rsidRPr="00971666" w:rsidRDefault="00573D93" w:rsidP="00462781">
      <w:pPr>
        <w:tabs>
          <w:tab w:val="left" w:pos="4536"/>
        </w:tabs>
        <w:spacing w:before="0"/>
        <w:ind w:left="27"/>
        <w:rPr>
          <w:rFonts w:asciiTheme="majorHAnsi" w:hAnsiTheme="majorHAnsi" w:cstheme="majorHAnsi"/>
          <w:sz w:val="20"/>
          <w:szCs w:val="20"/>
        </w:rPr>
      </w:pPr>
    </w:p>
    <w:p w14:paraId="1C560645" w14:textId="46C06225" w:rsidR="00573D93" w:rsidRPr="00573D93" w:rsidRDefault="00573D93" w:rsidP="00462781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640053B6" w14:textId="4DCACD08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7B98484D" w14:textId="77777777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1C1AB45A" w14:textId="607F52B9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b/>
        </w:rPr>
      </w:pPr>
      <w:r w:rsidRPr="00844A38">
        <w:rPr>
          <w:rFonts w:ascii="Calibri" w:hAnsi="Calibri" w:cs="Calibri"/>
          <w:b/>
        </w:rPr>
        <w:t>BankingGuide GmbH</w:t>
      </w:r>
    </w:p>
    <w:p w14:paraId="47859645" w14:textId="4EDE22AE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AE2AA08" w14:textId="1BB286E8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r w:rsidRPr="00844A38">
        <w:rPr>
          <w:rFonts w:ascii="Calibri" w:hAnsi="Calibri" w:cs="Calibri"/>
        </w:rPr>
        <w:t xml:space="preserve">Düsseldorf, </w:t>
      </w:r>
      <w:sdt>
        <w:sdtPr>
          <w:rPr>
            <w:rFonts w:ascii="Calibri" w:hAnsi="Calibri" w:cs="Calibri"/>
          </w:rPr>
          <w:id w:val="4174064"/>
          <w:placeholder>
            <w:docPart w:val="C3CC2C71653C4B1EB22BEFAC569F2462"/>
          </w:placeholder>
        </w:sdtPr>
        <w:sdtEndPr/>
        <w:sdtContent>
          <w:r w:rsidRPr="00844A38">
            <w:rPr>
              <w:rFonts w:ascii="Calibri" w:hAnsi="Calibri" w:cs="Calibri"/>
            </w:rPr>
            <w:fldChar w:fldCharType="begin"/>
          </w:r>
          <w:r w:rsidRPr="00844A38">
            <w:rPr>
              <w:rFonts w:ascii="Calibri" w:hAnsi="Calibri" w:cs="Calibri"/>
            </w:rPr>
            <w:instrText xml:space="preserve"> TIME \@ "dd.MM.yyyy" </w:instrText>
          </w:r>
          <w:r w:rsidRPr="00844A38">
            <w:rPr>
              <w:rFonts w:ascii="Calibri" w:hAnsi="Calibri" w:cs="Calibri"/>
            </w:rPr>
            <w:fldChar w:fldCharType="separate"/>
          </w:r>
          <w:r w:rsidR="00351491">
            <w:rPr>
              <w:rFonts w:ascii="Calibri" w:hAnsi="Calibri" w:cs="Calibri"/>
              <w:noProof/>
            </w:rPr>
            <w:t>03.04.2025</w:t>
          </w:r>
          <w:r w:rsidRPr="00844A38">
            <w:rPr>
              <w:rFonts w:ascii="Calibri" w:hAnsi="Calibri" w:cs="Calibri"/>
            </w:rPr>
            <w:fldChar w:fldCharType="end"/>
          </w:r>
        </w:sdtContent>
      </w:sdt>
    </w:p>
    <w:p w14:paraId="14A1F45D" w14:textId="450606C6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8342D02" w14:textId="23D86272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4AF9512" w14:textId="76B6BB89" w:rsidR="005413A8" w:rsidRPr="005413A8" w:rsidRDefault="00844A3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4D45D25" wp14:editId="23F3CE10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19E94EC1" wp14:editId="267F0327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6AA3B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67ED7957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C54EBA1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00E03DFC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5B68C64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734B9BD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CC64BB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5E52C2CE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03E15F3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80D9EE8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D962EC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458C8159" w14:textId="3AD8ACF2" w:rsidR="005413A8" w:rsidRPr="00844A38" w:rsidRDefault="009E6FB5" w:rsidP="005413A8">
      <w:pPr>
        <w:tabs>
          <w:tab w:val="left" w:pos="4536"/>
        </w:tabs>
        <w:spacing w:before="0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Bankname"/>
          <w:tag w:val="Bankname"/>
          <w:id w:val="-1589924418"/>
          <w:placeholder>
            <w:docPart w:val="7DCA07F5E1BE41A3B78E501AE5CFC2ED"/>
          </w:placeholder>
          <w:showingPlcHdr/>
        </w:sdtPr>
        <w:sdtEndPr>
          <w:rPr>
            <w:highlight w:val="yellow"/>
          </w:rPr>
        </w:sdtEndPr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3A4B0800" w14:textId="77777777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B7ECB94" w14:textId="6686786F" w:rsidR="005413A8" w:rsidRPr="00844A38" w:rsidRDefault="009E6FB5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Ort"/>
          <w:tag w:val="Ort"/>
          <w:id w:val="-1746257363"/>
          <w:placeholder>
            <w:docPart w:val="84CD60B8181840AF93D9EE10004081AE"/>
          </w:placeholder>
          <w:showingPlcHdr/>
        </w:sdtPr>
        <w:sdtEndPr/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844A38">
        <w:rPr>
          <w:rFonts w:ascii="Calibri" w:hAnsi="Calibri" w:cs="Calibri"/>
        </w:rPr>
        <w:t xml:space="preserve"> , </w:t>
      </w:r>
      <w:sdt>
        <w:sdtPr>
          <w:rPr>
            <w:rFonts w:ascii="Calibri" w:hAnsi="Calibri" w:cs="Calibri"/>
          </w:rPr>
          <w:alias w:val="Datum"/>
          <w:tag w:val="Datum"/>
          <w:id w:val="983736026"/>
          <w:placeholder>
            <w:docPart w:val="E9F75E56B50D4BE9B1FAEF6300C1FCC1"/>
          </w:placeholder>
        </w:sdtPr>
        <w:sdtEndPr/>
        <w:sdtContent>
          <w:r w:rsidR="005413A8" w:rsidRPr="00844A38">
            <w:rPr>
              <w:rFonts w:ascii="Calibri" w:hAnsi="Calibri" w:cs="Calibri"/>
            </w:rPr>
            <w:fldChar w:fldCharType="begin"/>
          </w:r>
          <w:r w:rsidR="005413A8" w:rsidRPr="00844A38">
            <w:rPr>
              <w:rFonts w:ascii="Calibri" w:hAnsi="Calibri" w:cs="Calibri"/>
            </w:rPr>
            <w:instrText xml:space="preserve"> TIME \@ "dd.MM.yyyy" </w:instrText>
          </w:r>
          <w:r w:rsidR="005413A8" w:rsidRPr="00844A38">
            <w:rPr>
              <w:rFonts w:ascii="Calibri" w:hAnsi="Calibri" w:cs="Calibri"/>
            </w:rPr>
            <w:fldChar w:fldCharType="separate"/>
          </w:r>
          <w:r w:rsidR="00351491">
            <w:rPr>
              <w:rFonts w:ascii="Calibri" w:hAnsi="Calibri" w:cs="Calibri"/>
              <w:noProof/>
            </w:rPr>
            <w:t>03.04.2025</w:t>
          </w:r>
          <w:r w:rsidR="005413A8" w:rsidRPr="00844A38">
            <w:rPr>
              <w:rFonts w:ascii="Calibri" w:hAnsi="Calibri" w:cs="Calibri"/>
            </w:rPr>
            <w:fldChar w:fldCharType="end"/>
          </w:r>
        </w:sdtContent>
      </w:sdt>
    </w:p>
    <w:p w14:paraId="7A54D5F6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3A13F78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7C0CB73B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EDE4E12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165B0EE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35414A44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4CAE833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73AB52C" w14:textId="158069DA" w:rsidR="005413A8" w:rsidRPr="005413A8" w:rsidRDefault="009E6FB5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84CD60B8181840AF93D9EE10004081AE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4DBD83654BDF47B083DC1C739F2B6B4A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42452380" w14:textId="77777777" w:rsidR="005413A8" w:rsidRPr="005413A8" w:rsidRDefault="005413A8" w:rsidP="005413A8">
      <w:pPr>
        <w:pStyle w:val="BMS-CD-Flietext"/>
        <w:spacing w:line="240" w:lineRule="auto"/>
      </w:pPr>
    </w:p>
    <w:p w14:paraId="2B3B58EA" w14:textId="77777777" w:rsidR="00573D93" w:rsidRPr="005413A8" w:rsidRDefault="00573D93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sectPr w:rsidR="00573D93" w:rsidRPr="005413A8" w:rsidSect="009E3C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134" w:bottom="1418" w:left="1134" w:header="1219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56113" w14:textId="77777777" w:rsidR="006907C6" w:rsidRPr="007716B7" w:rsidRDefault="006907C6" w:rsidP="008E4DC3">
      <w:r w:rsidRPr="007716B7">
        <w:separator/>
      </w:r>
    </w:p>
  </w:endnote>
  <w:endnote w:type="continuationSeparator" w:id="0">
    <w:p w14:paraId="6D2D57B0" w14:textId="77777777" w:rsidR="006907C6" w:rsidRPr="007716B7" w:rsidRDefault="006907C6" w:rsidP="008E4DC3">
      <w:r w:rsidRPr="007716B7">
        <w:continuationSeparator/>
      </w:r>
    </w:p>
  </w:endnote>
  <w:endnote w:type="continuationNotice" w:id="1">
    <w:p w14:paraId="690A618E" w14:textId="77777777" w:rsidR="006907C6" w:rsidRDefault="006907C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D9286" w14:textId="77777777" w:rsidR="00270879" w:rsidRDefault="002708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22356305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C452E6" w14:textId="4D111C4A" w:rsidR="009E3C32" w:rsidRPr="004A6FFA" w:rsidRDefault="009E3C32">
            <w:pPr>
              <w:pStyle w:val="Fuzeile"/>
              <w:jc w:val="right"/>
              <w:rPr>
                <w:rFonts w:ascii="Calibri" w:hAnsi="Calibri" w:cs="Calibri"/>
              </w:rPr>
            </w:pPr>
            <w:r w:rsidRPr="004A6FFA">
              <w:rPr>
                <w:rFonts w:ascii="Calibri" w:hAnsi="Calibri" w:cs="Calibri"/>
              </w:rPr>
              <w:t xml:space="preserve">Seite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PAGE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  <w:r w:rsidRPr="004A6FFA">
              <w:rPr>
                <w:rFonts w:ascii="Calibri" w:hAnsi="Calibri" w:cs="Calibri"/>
              </w:rPr>
              <w:t xml:space="preserve"> von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NUMPAGES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6DD915CE" w14:textId="77777777" w:rsidR="00CA6EE5" w:rsidRPr="004A6FFA" w:rsidRDefault="00CA6EE5">
    <w:pPr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B5B86" w14:textId="77777777" w:rsidR="00270879" w:rsidRDefault="002708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92C7B" w14:textId="77777777" w:rsidR="006907C6" w:rsidRPr="007716B7" w:rsidRDefault="006907C6" w:rsidP="008E4DC3">
      <w:r w:rsidRPr="007716B7">
        <w:separator/>
      </w:r>
    </w:p>
  </w:footnote>
  <w:footnote w:type="continuationSeparator" w:id="0">
    <w:p w14:paraId="7B969722" w14:textId="77777777" w:rsidR="006907C6" w:rsidRPr="007716B7" w:rsidRDefault="006907C6" w:rsidP="008E4DC3">
      <w:r w:rsidRPr="007716B7">
        <w:continuationSeparator/>
      </w:r>
    </w:p>
  </w:footnote>
  <w:footnote w:type="continuationNotice" w:id="1">
    <w:p w14:paraId="7CFA02FD" w14:textId="77777777" w:rsidR="006907C6" w:rsidRDefault="006907C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7B29" w14:textId="77777777" w:rsidR="00270879" w:rsidRDefault="002708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4512" w14:textId="65A432CF" w:rsidR="00270879" w:rsidRDefault="0027087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7AF94" w14:textId="77777777" w:rsidR="00270879" w:rsidRDefault="002708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CF2"/>
    <w:multiLevelType w:val="hybridMultilevel"/>
    <w:tmpl w:val="9314D724"/>
    <w:lvl w:ilvl="0" w:tplc="A240FDC0">
      <w:start w:val="1"/>
      <w:numFmt w:val="decimal"/>
      <w:pStyle w:val="Nummerierung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73623E0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CE726D62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A4865B2C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1D8B95A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632AA40A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C1A689BE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D3841792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8600460C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0DC854C9"/>
    <w:multiLevelType w:val="hybridMultilevel"/>
    <w:tmpl w:val="3E48C4EC"/>
    <w:lvl w:ilvl="0" w:tplc="91363142">
      <w:start w:val="1"/>
      <w:numFmt w:val="decimal"/>
      <w:pStyle w:val="berschrift2-Absatz"/>
      <w:lvlText w:val="4.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4A3F"/>
    <w:multiLevelType w:val="multilevel"/>
    <w:tmpl w:val="33360A54"/>
    <w:lvl w:ilvl="0">
      <w:start w:val="1"/>
      <w:numFmt w:val="bullet"/>
      <w:pStyle w:val="Eben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D67" w:themeColor="background2"/>
      </w:rPr>
    </w:lvl>
    <w:lvl w:ilvl="1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color w:val="002D67" w:themeColor="background2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2D67" w:themeColor="background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04660D2"/>
    <w:multiLevelType w:val="multilevel"/>
    <w:tmpl w:val="76787A18"/>
    <w:lvl w:ilvl="0">
      <w:start w:val="1"/>
      <w:numFmt w:val="decimal"/>
      <w:pStyle w:val="berschrift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D751CC"/>
    <w:multiLevelType w:val="multilevel"/>
    <w:tmpl w:val="68DAEE8A"/>
    <w:numStyleLink w:val="VRHB-TabAfzStrich"/>
  </w:abstractNum>
  <w:abstractNum w:abstractNumId="6" w15:restartNumberingAfterBreak="0">
    <w:nsid w:val="2F1F75E7"/>
    <w:multiLevelType w:val="multilevel"/>
    <w:tmpl w:val="8D8CC4F4"/>
    <w:styleLink w:val="ListeTabAfzPunkt"/>
    <w:lvl w:ilvl="0">
      <w:start w:val="1"/>
      <w:numFmt w:val="bullet"/>
      <w:pStyle w:val="VRHB-TabelleninhaltAfzPunkt"/>
      <w:lvlText w:val=""/>
      <w:lvlJc w:val="left"/>
      <w:pPr>
        <w:ind w:left="170" w:hanging="17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37432C2"/>
    <w:multiLevelType w:val="multilevel"/>
    <w:tmpl w:val="BB762214"/>
    <w:styleLink w:val="VRHB-TabAfzabc"/>
    <w:lvl w:ilvl="0">
      <w:start w:val="1"/>
      <w:numFmt w:val="lowerLetter"/>
      <w:pStyle w:val="VRHB-TabelleninhaltAfzabc"/>
      <w:lvlText w:val="%1."/>
      <w:lvlJc w:val="left"/>
      <w:pPr>
        <w:ind w:left="199" w:hanging="19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7B7526"/>
    <w:multiLevelType w:val="multilevel"/>
    <w:tmpl w:val="AB881036"/>
    <w:styleLink w:val="VRAfzNummer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lvlRestart w:val="0"/>
      <w:lvlText w:val="%3.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8107B6"/>
    <w:multiLevelType w:val="multilevel"/>
    <w:tmpl w:val="BE50BCBE"/>
    <w:styleLink w:val="VRAfzPunkte1-3"/>
    <w:lvl w:ilvl="0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454" w:hanging="22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680" w:hanging="226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4BF2393D"/>
    <w:multiLevelType w:val="multilevel"/>
    <w:tmpl w:val="68DAEE8A"/>
    <w:styleLink w:val="VRHB-TabAfzStrich"/>
    <w:lvl w:ilvl="0">
      <w:start w:val="1"/>
      <w:numFmt w:val="bullet"/>
      <w:pStyle w:val="VRHB-TabelleninhaltAfzStrich"/>
      <w:lvlText w:val="–"/>
      <w:lvlJc w:val="left"/>
      <w:pPr>
        <w:ind w:left="227" w:hanging="227"/>
      </w:pPr>
      <w:rPr>
        <w:rFonts w:ascii="GenosGFG" w:hAnsi="GenosGFG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FB15B3"/>
    <w:multiLevelType w:val="multilevel"/>
    <w:tmpl w:val="74AC7BA8"/>
    <w:styleLink w:val="VRAfzPunkteeinfach"/>
    <w:lvl w:ilvl="0">
      <w:start w:val="1"/>
      <w:numFmt w:val="decimal"/>
      <w:pStyle w:val="VRHB-FlietextAfzPunkt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F8D73C8"/>
    <w:multiLevelType w:val="multilevel"/>
    <w:tmpl w:val="1130CCA2"/>
    <w:styleLink w:val="VRAufzTab"/>
    <w:lvl w:ilvl="0">
      <w:start w:val="1"/>
      <w:numFmt w:val="bullet"/>
      <w:lvlText w:val=""/>
      <w:lvlJc w:val="left"/>
      <w:pPr>
        <w:ind w:left="170" w:hanging="170"/>
      </w:pPr>
      <w:rPr>
        <w:rFonts w:ascii="Wingdings" w:hAnsi="Wingdings"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BE170BA"/>
    <w:multiLevelType w:val="multilevel"/>
    <w:tmpl w:val="3BE64646"/>
    <w:styleLink w:val="VRAfzabc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1995DFB"/>
    <w:multiLevelType w:val="multilevel"/>
    <w:tmpl w:val="3FE4856A"/>
    <w:styleLink w:val="ListeTabAfzZiff"/>
    <w:lvl w:ilvl="0">
      <w:start w:val="1"/>
      <w:numFmt w:val="decimal"/>
      <w:pStyle w:val="VRHB-TabelleninhaltAfzZiff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2A60E66"/>
    <w:multiLevelType w:val="multilevel"/>
    <w:tmpl w:val="251274F2"/>
    <w:name w:val="unordered-list"/>
    <w:lvl w:ilvl="0">
      <w:numFmt w:val="bullet"/>
      <w:lvlText w:val="■"/>
      <w:lvlJc w:val="left"/>
      <w:pPr>
        <w:tabs>
          <w:tab w:val="num" w:pos="359"/>
        </w:tabs>
        <w:ind w:left="359" w:hanging="285"/>
      </w:pPr>
    </w:lvl>
    <w:lvl w:ilvl="1">
      <w:numFmt w:val="bullet"/>
      <w:lvlText w:val="●"/>
      <w:lvlJc w:val="left"/>
      <w:pPr>
        <w:tabs>
          <w:tab w:val="num" w:pos="649"/>
        </w:tabs>
        <w:ind w:left="649" w:hanging="285"/>
      </w:pPr>
    </w:lvl>
    <w:lvl w:ilvl="2">
      <w:numFmt w:val="bullet"/>
      <w:lvlText w:val="-"/>
      <w:lvlJc w:val="left"/>
      <w:pPr>
        <w:tabs>
          <w:tab w:val="num" w:pos="854"/>
        </w:tabs>
        <w:ind w:left="854" w:hanging="285"/>
      </w:pPr>
    </w:lvl>
    <w:lvl w:ilvl="3">
      <w:numFmt w:val="bullet"/>
      <w:lvlText w:val="-"/>
      <w:lvlJc w:val="left"/>
      <w:pPr>
        <w:tabs>
          <w:tab w:val="num" w:pos="1138"/>
        </w:tabs>
        <w:ind w:left="1138" w:hanging="285"/>
      </w:pPr>
    </w:lvl>
    <w:lvl w:ilvl="4">
      <w:numFmt w:val="bullet"/>
      <w:lvlText w:val="-"/>
      <w:lvlJc w:val="left"/>
      <w:pPr>
        <w:tabs>
          <w:tab w:val="num" w:pos="1423"/>
        </w:tabs>
        <w:ind w:left="1423" w:hanging="285"/>
      </w:pPr>
    </w:lvl>
    <w:lvl w:ilvl="5">
      <w:numFmt w:val="bullet"/>
      <w:lvlText w:val="-"/>
      <w:lvlJc w:val="left"/>
      <w:pPr>
        <w:tabs>
          <w:tab w:val="num" w:pos="1707"/>
        </w:tabs>
        <w:ind w:left="1707" w:hanging="285"/>
      </w:pPr>
    </w:lvl>
    <w:lvl w:ilvl="6">
      <w:numFmt w:val="bullet"/>
      <w:lvlText w:val="-"/>
      <w:lvlJc w:val="left"/>
      <w:pPr>
        <w:tabs>
          <w:tab w:val="num" w:pos="1992"/>
        </w:tabs>
        <w:ind w:left="1992" w:hanging="285"/>
      </w:pPr>
    </w:lvl>
    <w:lvl w:ilvl="7">
      <w:numFmt w:val="bullet"/>
      <w:lvlText w:val="-"/>
      <w:lvlJc w:val="left"/>
      <w:pPr>
        <w:tabs>
          <w:tab w:val="num" w:pos="2276"/>
        </w:tabs>
        <w:ind w:left="2276" w:hanging="285"/>
      </w:pPr>
    </w:lvl>
    <w:lvl w:ilvl="8">
      <w:numFmt w:val="bullet"/>
      <w:lvlText w:val="-"/>
      <w:lvlJc w:val="left"/>
      <w:pPr>
        <w:tabs>
          <w:tab w:val="num" w:pos="2561"/>
        </w:tabs>
        <w:ind w:left="2561" w:hanging="285"/>
      </w:pPr>
    </w:lvl>
  </w:abstractNum>
  <w:num w:numId="1" w16cid:durableId="510604989">
    <w:abstractNumId w:val="4"/>
  </w:num>
  <w:num w:numId="2" w16cid:durableId="1859274353">
    <w:abstractNumId w:val="13"/>
  </w:num>
  <w:num w:numId="3" w16cid:durableId="1196457159">
    <w:abstractNumId w:val="9"/>
  </w:num>
  <w:num w:numId="4" w16cid:durableId="1620641609">
    <w:abstractNumId w:val="11"/>
  </w:num>
  <w:num w:numId="5" w16cid:durableId="1856533149">
    <w:abstractNumId w:val="8"/>
  </w:num>
  <w:num w:numId="6" w16cid:durableId="580605118">
    <w:abstractNumId w:val="12"/>
  </w:num>
  <w:num w:numId="7" w16cid:durableId="2107073786">
    <w:abstractNumId w:val="11"/>
  </w:num>
  <w:num w:numId="8" w16cid:durableId="85423941">
    <w:abstractNumId w:val="6"/>
  </w:num>
  <w:num w:numId="9" w16cid:durableId="1216892809">
    <w:abstractNumId w:val="14"/>
  </w:num>
  <w:num w:numId="10" w16cid:durableId="1488667277">
    <w:abstractNumId w:val="7"/>
  </w:num>
  <w:num w:numId="11" w16cid:durableId="1771967168">
    <w:abstractNumId w:val="10"/>
  </w:num>
  <w:num w:numId="12" w16cid:durableId="232593416">
    <w:abstractNumId w:val="5"/>
  </w:num>
  <w:num w:numId="13" w16cid:durableId="97726983">
    <w:abstractNumId w:val="3"/>
  </w:num>
  <w:num w:numId="14" w16cid:durableId="714504148">
    <w:abstractNumId w:val="1"/>
  </w:num>
  <w:num w:numId="15" w16cid:durableId="1771510241">
    <w:abstractNumId w:val="0"/>
  </w:num>
  <w:num w:numId="16" w16cid:durableId="14668961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WY3FLEWVLVg016Pe2aHNeT4XfsN//bBFoVaifU6+b3Sb1+SOMAeyaIeN04oX0eRKa/F78R/3wQA/13eur6bIkQ==" w:salt="Gd+Uc36wW0Vs460wKJjOIQ==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32"/>
    <w:rsid w:val="00002FFE"/>
    <w:rsid w:val="00010DD9"/>
    <w:rsid w:val="000127EA"/>
    <w:rsid w:val="00017234"/>
    <w:rsid w:val="00024743"/>
    <w:rsid w:val="00037E26"/>
    <w:rsid w:val="00044624"/>
    <w:rsid w:val="00047C77"/>
    <w:rsid w:val="0005787D"/>
    <w:rsid w:val="00071E30"/>
    <w:rsid w:val="0008599F"/>
    <w:rsid w:val="00087FD0"/>
    <w:rsid w:val="000911F5"/>
    <w:rsid w:val="000922A0"/>
    <w:rsid w:val="000A18A1"/>
    <w:rsid w:val="000A36EB"/>
    <w:rsid w:val="000B4CD0"/>
    <w:rsid w:val="000B673E"/>
    <w:rsid w:val="000C5504"/>
    <w:rsid w:val="000D4280"/>
    <w:rsid w:val="000D54A4"/>
    <w:rsid w:val="000D6F33"/>
    <w:rsid w:val="000E275A"/>
    <w:rsid w:val="000E4A4F"/>
    <w:rsid w:val="000F45C2"/>
    <w:rsid w:val="000F73FA"/>
    <w:rsid w:val="00100E19"/>
    <w:rsid w:val="00102536"/>
    <w:rsid w:val="00102B3C"/>
    <w:rsid w:val="00106DAC"/>
    <w:rsid w:val="001073B5"/>
    <w:rsid w:val="00112A4B"/>
    <w:rsid w:val="00114BB7"/>
    <w:rsid w:val="001165CF"/>
    <w:rsid w:val="00124999"/>
    <w:rsid w:val="0012739B"/>
    <w:rsid w:val="001325FC"/>
    <w:rsid w:val="001357D5"/>
    <w:rsid w:val="00144E55"/>
    <w:rsid w:val="00146B3E"/>
    <w:rsid w:val="0015163C"/>
    <w:rsid w:val="00156218"/>
    <w:rsid w:val="001575E6"/>
    <w:rsid w:val="00165F28"/>
    <w:rsid w:val="0017333D"/>
    <w:rsid w:val="00174DC2"/>
    <w:rsid w:val="00175213"/>
    <w:rsid w:val="00175D8E"/>
    <w:rsid w:val="00194AB6"/>
    <w:rsid w:val="001978B5"/>
    <w:rsid w:val="001A75CF"/>
    <w:rsid w:val="001B0BC0"/>
    <w:rsid w:val="001B138D"/>
    <w:rsid w:val="001B2C56"/>
    <w:rsid w:val="001C3398"/>
    <w:rsid w:val="001C6631"/>
    <w:rsid w:val="001D13AA"/>
    <w:rsid w:val="001D6629"/>
    <w:rsid w:val="001E1ACD"/>
    <w:rsid w:val="001E51DD"/>
    <w:rsid w:val="001E63ED"/>
    <w:rsid w:val="001E70F7"/>
    <w:rsid w:val="001F359E"/>
    <w:rsid w:val="001F7B50"/>
    <w:rsid w:val="00203363"/>
    <w:rsid w:val="002058D6"/>
    <w:rsid w:val="00216122"/>
    <w:rsid w:val="002205A4"/>
    <w:rsid w:val="00225866"/>
    <w:rsid w:val="00230ADD"/>
    <w:rsid w:val="00241467"/>
    <w:rsid w:val="00261EBF"/>
    <w:rsid w:val="00263C50"/>
    <w:rsid w:val="00265D90"/>
    <w:rsid w:val="002672DE"/>
    <w:rsid w:val="00270879"/>
    <w:rsid w:val="00274EDC"/>
    <w:rsid w:val="00275DD8"/>
    <w:rsid w:val="00292D95"/>
    <w:rsid w:val="002944DB"/>
    <w:rsid w:val="0029466C"/>
    <w:rsid w:val="002A2A6E"/>
    <w:rsid w:val="002A5780"/>
    <w:rsid w:val="002B2C2F"/>
    <w:rsid w:val="002B3E67"/>
    <w:rsid w:val="002C1C15"/>
    <w:rsid w:val="002C210E"/>
    <w:rsid w:val="002C3E52"/>
    <w:rsid w:val="002D210C"/>
    <w:rsid w:val="002D6BEB"/>
    <w:rsid w:val="002E0989"/>
    <w:rsid w:val="002E1710"/>
    <w:rsid w:val="0030595C"/>
    <w:rsid w:val="00313CEA"/>
    <w:rsid w:val="003169A7"/>
    <w:rsid w:val="00334939"/>
    <w:rsid w:val="003465B0"/>
    <w:rsid w:val="00347120"/>
    <w:rsid w:val="00351491"/>
    <w:rsid w:val="0035211C"/>
    <w:rsid w:val="00352F81"/>
    <w:rsid w:val="0035613D"/>
    <w:rsid w:val="00356F5A"/>
    <w:rsid w:val="0036010E"/>
    <w:rsid w:val="00371237"/>
    <w:rsid w:val="003712EC"/>
    <w:rsid w:val="00384D19"/>
    <w:rsid w:val="00386570"/>
    <w:rsid w:val="0039721C"/>
    <w:rsid w:val="003A30BE"/>
    <w:rsid w:val="003A524F"/>
    <w:rsid w:val="003B4698"/>
    <w:rsid w:val="003B47A0"/>
    <w:rsid w:val="003B7630"/>
    <w:rsid w:val="003B7662"/>
    <w:rsid w:val="003D45BD"/>
    <w:rsid w:val="003D7241"/>
    <w:rsid w:val="003E1C05"/>
    <w:rsid w:val="003E37A1"/>
    <w:rsid w:val="003F57BD"/>
    <w:rsid w:val="003F671A"/>
    <w:rsid w:val="004036F1"/>
    <w:rsid w:val="00410E01"/>
    <w:rsid w:val="00413ED1"/>
    <w:rsid w:val="00414C4B"/>
    <w:rsid w:val="00423A57"/>
    <w:rsid w:val="0043030B"/>
    <w:rsid w:val="00441B24"/>
    <w:rsid w:val="004423B2"/>
    <w:rsid w:val="00444DD2"/>
    <w:rsid w:val="00452037"/>
    <w:rsid w:val="00462781"/>
    <w:rsid w:val="00463B87"/>
    <w:rsid w:val="00465F31"/>
    <w:rsid w:val="00486813"/>
    <w:rsid w:val="004938C3"/>
    <w:rsid w:val="00495864"/>
    <w:rsid w:val="004A6FFA"/>
    <w:rsid w:val="004B435D"/>
    <w:rsid w:val="004C02DB"/>
    <w:rsid w:val="004C347B"/>
    <w:rsid w:val="004E0E3C"/>
    <w:rsid w:val="004E2BB9"/>
    <w:rsid w:val="004F3B4F"/>
    <w:rsid w:val="004F40CD"/>
    <w:rsid w:val="004F5C4A"/>
    <w:rsid w:val="005035B2"/>
    <w:rsid w:val="00503CA7"/>
    <w:rsid w:val="005047AE"/>
    <w:rsid w:val="00504D98"/>
    <w:rsid w:val="0050714B"/>
    <w:rsid w:val="00521A4F"/>
    <w:rsid w:val="00531B6A"/>
    <w:rsid w:val="005346A2"/>
    <w:rsid w:val="005354CD"/>
    <w:rsid w:val="005413A8"/>
    <w:rsid w:val="00541C82"/>
    <w:rsid w:val="00545184"/>
    <w:rsid w:val="0054573C"/>
    <w:rsid w:val="00550C88"/>
    <w:rsid w:val="005549FA"/>
    <w:rsid w:val="005553F9"/>
    <w:rsid w:val="00555CE5"/>
    <w:rsid w:val="005574A0"/>
    <w:rsid w:val="005647A4"/>
    <w:rsid w:val="00565980"/>
    <w:rsid w:val="00573D93"/>
    <w:rsid w:val="00581229"/>
    <w:rsid w:val="005846F6"/>
    <w:rsid w:val="005963B4"/>
    <w:rsid w:val="005A0C39"/>
    <w:rsid w:val="005A7C8A"/>
    <w:rsid w:val="005B5C08"/>
    <w:rsid w:val="005B72A6"/>
    <w:rsid w:val="005B7EFE"/>
    <w:rsid w:val="005C4C73"/>
    <w:rsid w:val="005C4F75"/>
    <w:rsid w:val="005C5D76"/>
    <w:rsid w:val="005D2C0F"/>
    <w:rsid w:val="005E6A88"/>
    <w:rsid w:val="005E705C"/>
    <w:rsid w:val="005F0B50"/>
    <w:rsid w:val="005F556D"/>
    <w:rsid w:val="005F5EE1"/>
    <w:rsid w:val="00607F13"/>
    <w:rsid w:val="00612043"/>
    <w:rsid w:val="00622208"/>
    <w:rsid w:val="00624575"/>
    <w:rsid w:val="0063216A"/>
    <w:rsid w:val="00632D3B"/>
    <w:rsid w:val="0064124A"/>
    <w:rsid w:val="00644C37"/>
    <w:rsid w:val="00644DE0"/>
    <w:rsid w:val="006504B6"/>
    <w:rsid w:val="00652B06"/>
    <w:rsid w:val="00660171"/>
    <w:rsid w:val="00663D11"/>
    <w:rsid w:val="006646C9"/>
    <w:rsid w:val="0067003C"/>
    <w:rsid w:val="00670204"/>
    <w:rsid w:val="00675B08"/>
    <w:rsid w:val="00676AEA"/>
    <w:rsid w:val="00680A87"/>
    <w:rsid w:val="0068153D"/>
    <w:rsid w:val="00683FD3"/>
    <w:rsid w:val="006907C6"/>
    <w:rsid w:val="00690E5B"/>
    <w:rsid w:val="00697820"/>
    <w:rsid w:val="006A4015"/>
    <w:rsid w:val="006A5166"/>
    <w:rsid w:val="006C0C9C"/>
    <w:rsid w:val="006D6AEF"/>
    <w:rsid w:val="006E2F2A"/>
    <w:rsid w:val="006E5B2C"/>
    <w:rsid w:val="006E67CD"/>
    <w:rsid w:val="006F1706"/>
    <w:rsid w:val="006F52B7"/>
    <w:rsid w:val="006F75FD"/>
    <w:rsid w:val="007042DA"/>
    <w:rsid w:val="00711D90"/>
    <w:rsid w:val="00716576"/>
    <w:rsid w:val="00716A71"/>
    <w:rsid w:val="007255ED"/>
    <w:rsid w:val="0072789E"/>
    <w:rsid w:val="00741622"/>
    <w:rsid w:val="007429A4"/>
    <w:rsid w:val="00755B65"/>
    <w:rsid w:val="007716B7"/>
    <w:rsid w:val="007726D9"/>
    <w:rsid w:val="007808CE"/>
    <w:rsid w:val="00780EBB"/>
    <w:rsid w:val="0078105E"/>
    <w:rsid w:val="007845B0"/>
    <w:rsid w:val="007853D6"/>
    <w:rsid w:val="00786042"/>
    <w:rsid w:val="00786C81"/>
    <w:rsid w:val="00790E8E"/>
    <w:rsid w:val="007928B5"/>
    <w:rsid w:val="00794A77"/>
    <w:rsid w:val="007A18BD"/>
    <w:rsid w:val="007A3012"/>
    <w:rsid w:val="007A3508"/>
    <w:rsid w:val="007A6F3D"/>
    <w:rsid w:val="007C4AAE"/>
    <w:rsid w:val="007D09C3"/>
    <w:rsid w:val="007D1559"/>
    <w:rsid w:val="007D4F87"/>
    <w:rsid w:val="007D531A"/>
    <w:rsid w:val="007E44C6"/>
    <w:rsid w:val="007E63A1"/>
    <w:rsid w:val="007E6B5A"/>
    <w:rsid w:val="007F05F1"/>
    <w:rsid w:val="007F1D3D"/>
    <w:rsid w:val="007F27C4"/>
    <w:rsid w:val="007F2C98"/>
    <w:rsid w:val="007F793E"/>
    <w:rsid w:val="008108E6"/>
    <w:rsid w:val="00811AED"/>
    <w:rsid w:val="008140EE"/>
    <w:rsid w:val="00814FCE"/>
    <w:rsid w:val="00816AF6"/>
    <w:rsid w:val="00817545"/>
    <w:rsid w:val="008216FA"/>
    <w:rsid w:val="00824412"/>
    <w:rsid w:val="00824E13"/>
    <w:rsid w:val="00831E03"/>
    <w:rsid w:val="00834FE6"/>
    <w:rsid w:val="00844A38"/>
    <w:rsid w:val="0084632E"/>
    <w:rsid w:val="0085643C"/>
    <w:rsid w:val="00861EBF"/>
    <w:rsid w:val="008708F2"/>
    <w:rsid w:val="0087174F"/>
    <w:rsid w:val="0087339C"/>
    <w:rsid w:val="008736C4"/>
    <w:rsid w:val="00886E1E"/>
    <w:rsid w:val="008A121D"/>
    <w:rsid w:val="008B00E1"/>
    <w:rsid w:val="008C30CD"/>
    <w:rsid w:val="008C3D74"/>
    <w:rsid w:val="008C3E8C"/>
    <w:rsid w:val="008C424C"/>
    <w:rsid w:val="008C7CEA"/>
    <w:rsid w:val="008D48C8"/>
    <w:rsid w:val="008E0060"/>
    <w:rsid w:val="008E0DBC"/>
    <w:rsid w:val="008E31A3"/>
    <w:rsid w:val="008E4DC3"/>
    <w:rsid w:val="008F1701"/>
    <w:rsid w:val="008F1C3E"/>
    <w:rsid w:val="008F2674"/>
    <w:rsid w:val="008F4B3D"/>
    <w:rsid w:val="0091638C"/>
    <w:rsid w:val="009254F8"/>
    <w:rsid w:val="00930C98"/>
    <w:rsid w:val="00932BB8"/>
    <w:rsid w:val="00932EC3"/>
    <w:rsid w:val="009330AA"/>
    <w:rsid w:val="009506AE"/>
    <w:rsid w:val="009568DC"/>
    <w:rsid w:val="009615B4"/>
    <w:rsid w:val="00961C16"/>
    <w:rsid w:val="009630C9"/>
    <w:rsid w:val="00967262"/>
    <w:rsid w:val="009708AB"/>
    <w:rsid w:val="0097473E"/>
    <w:rsid w:val="00975E21"/>
    <w:rsid w:val="0098498D"/>
    <w:rsid w:val="00991284"/>
    <w:rsid w:val="00995580"/>
    <w:rsid w:val="0099677F"/>
    <w:rsid w:val="009A4D36"/>
    <w:rsid w:val="009B35D0"/>
    <w:rsid w:val="009C160B"/>
    <w:rsid w:val="009C6329"/>
    <w:rsid w:val="009D3AB9"/>
    <w:rsid w:val="009D67D4"/>
    <w:rsid w:val="009E3C32"/>
    <w:rsid w:val="009E6348"/>
    <w:rsid w:val="009E6FB5"/>
    <w:rsid w:val="009F2E51"/>
    <w:rsid w:val="009F3940"/>
    <w:rsid w:val="009F5ECB"/>
    <w:rsid w:val="00A06E89"/>
    <w:rsid w:val="00A15775"/>
    <w:rsid w:val="00A20C6A"/>
    <w:rsid w:val="00A2307E"/>
    <w:rsid w:val="00A2618A"/>
    <w:rsid w:val="00A2732E"/>
    <w:rsid w:val="00A32436"/>
    <w:rsid w:val="00A3303C"/>
    <w:rsid w:val="00A34B63"/>
    <w:rsid w:val="00A37CA9"/>
    <w:rsid w:val="00A42D88"/>
    <w:rsid w:val="00A451A7"/>
    <w:rsid w:val="00A61DD6"/>
    <w:rsid w:val="00A66499"/>
    <w:rsid w:val="00A66A04"/>
    <w:rsid w:val="00A72858"/>
    <w:rsid w:val="00A83A63"/>
    <w:rsid w:val="00A83AA7"/>
    <w:rsid w:val="00A85ABF"/>
    <w:rsid w:val="00A91CFB"/>
    <w:rsid w:val="00A92511"/>
    <w:rsid w:val="00A951A1"/>
    <w:rsid w:val="00A96B46"/>
    <w:rsid w:val="00AA42D7"/>
    <w:rsid w:val="00AA76EC"/>
    <w:rsid w:val="00AB4B82"/>
    <w:rsid w:val="00AC72B4"/>
    <w:rsid w:val="00AD696B"/>
    <w:rsid w:val="00AD7693"/>
    <w:rsid w:val="00AF12EF"/>
    <w:rsid w:val="00AF1505"/>
    <w:rsid w:val="00AF2E78"/>
    <w:rsid w:val="00AF595C"/>
    <w:rsid w:val="00B01F5C"/>
    <w:rsid w:val="00B01FC3"/>
    <w:rsid w:val="00B03D7D"/>
    <w:rsid w:val="00B07007"/>
    <w:rsid w:val="00B0783D"/>
    <w:rsid w:val="00B10201"/>
    <w:rsid w:val="00B14E38"/>
    <w:rsid w:val="00B21B1A"/>
    <w:rsid w:val="00B40D03"/>
    <w:rsid w:val="00B42845"/>
    <w:rsid w:val="00B45579"/>
    <w:rsid w:val="00B50EAA"/>
    <w:rsid w:val="00B54701"/>
    <w:rsid w:val="00B63F41"/>
    <w:rsid w:val="00B661FF"/>
    <w:rsid w:val="00B70EBD"/>
    <w:rsid w:val="00B806B4"/>
    <w:rsid w:val="00B81C0A"/>
    <w:rsid w:val="00B85284"/>
    <w:rsid w:val="00B9422D"/>
    <w:rsid w:val="00BA3E6D"/>
    <w:rsid w:val="00BA4AD5"/>
    <w:rsid w:val="00BB37E3"/>
    <w:rsid w:val="00BB3D72"/>
    <w:rsid w:val="00BB413A"/>
    <w:rsid w:val="00BB544D"/>
    <w:rsid w:val="00BD0A4B"/>
    <w:rsid w:val="00BD1647"/>
    <w:rsid w:val="00BD1BB7"/>
    <w:rsid w:val="00BD603B"/>
    <w:rsid w:val="00BD6A99"/>
    <w:rsid w:val="00BE5D35"/>
    <w:rsid w:val="00BF1B49"/>
    <w:rsid w:val="00C034BC"/>
    <w:rsid w:val="00C03911"/>
    <w:rsid w:val="00C042E6"/>
    <w:rsid w:val="00C04444"/>
    <w:rsid w:val="00C05121"/>
    <w:rsid w:val="00C059EF"/>
    <w:rsid w:val="00C1565F"/>
    <w:rsid w:val="00C162FF"/>
    <w:rsid w:val="00C34557"/>
    <w:rsid w:val="00C36795"/>
    <w:rsid w:val="00C36E2E"/>
    <w:rsid w:val="00C37D22"/>
    <w:rsid w:val="00C40AC5"/>
    <w:rsid w:val="00C51B7C"/>
    <w:rsid w:val="00C53DE7"/>
    <w:rsid w:val="00C56C66"/>
    <w:rsid w:val="00C653E1"/>
    <w:rsid w:val="00C66491"/>
    <w:rsid w:val="00C70BBB"/>
    <w:rsid w:val="00C77540"/>
    <w:rsid w:val="00C82806"/>
    <w:rsid w:val="00C87859"/>
    <w:rsid w:val="00C93E92"/>
    <w:rsid w:val="00C9746A"/>
    <w:rsid w:val="00CA212F"/>
    <w:rsid w:val="00CA4C1E"/>
    <w:rsid w:val="00CA6EE5"/>
    <w:rsid w:val="00CA74DC"/>
    <w:rsid w:val="00CA7AB9"/>
    <w:rsid w:val="00CB2D7F"/>
    <w:rsid w:val="00CC4FB2"/>
    <w:rsid w:val="00CD3C2B"/>
    <w:rsid w:val="00CD5BA7"/>
    <w:rsid w:val="00D054A0"/>
    <w:rsid w:val="00D10FCA"/>
    <w:rsid w:val="00D122D6"/>
    <w:rsid w:val="00D23904"/>
    <w:rsid w:val="00D25494"/>
    <w:rsid w:val="00D31FA1"/>
    <w:rsid w:val="00D37AFA"/>
    <w:rsid w:val="00D45DB3"/>
    <w:rsid w:val="00D55A70"/>
    <w:rsid w:val="00D604DF"/>
    <w:rsid w:val="00D66124"/>
    <w:rsid w:val="00D91917"/>
    <w:rsid w:val="00D927D2"/>
    <w:rsid w:val="00D92C8D"/>
    <w:rsid w:val="00D9673F"/>
    <w:rsid w:val="00D97697"/>
    <w:rsid w:val="00DB4A35"/>
    <w:rsid w:val="00DB55D1"/>
    <w:rsid w:val="00DB73DC"/>
    <w:rsid w:val="00DC6385"/>
    <w:rsid w:val="00DD3016"/>
    <w:rsid w:val="00DD353E"/>
    <w:rsid w:val="00DD68C3"/>
    <w:rsid w:val="00DE4557"/>
    <w:rsid w:val="00DE671C"/>
    <w:rsid w:val="00DF104B"/>
    <w:rsid w:val="00E308A2"/>
    <w:rsid w:val="00E43AD2"/>
    <w:rsid w:val="00E578B2"/>
    <w:rsid w:val="00E70C6F"/>
    <w:rsid w:val="00E7103A"/>
    <w:rsid w:val="00E74BF6"/>
    <w:rsid w:val="00E76C55"/>
    <w:rsid w:val="00E873E8"/>
    <w:rsid w:val="00E9424D"/>
    <w:rsid w:val="00EA291F"/>
    <w:rsid w:val="00EA34FB"/>
    <w:rsid w:val="00EB7115"/>
    <w:rsid w:val="00EC304C"/>
    <w:rsid w:val="00EC363D"/>
    <w:rsid w:val="00EC443C"/>
    <w:rsid w:val="00EC4A1D"/>
    <w:rsid w:val="00EC6889"/>
    <w:rsid w:val="00EC6BD4"/>
    <w:rsid w:val="00EC6E27"/>
    <w:rsid w:val="00ED00B9"/>
    <w:rsid w:val="00ED7231"/>
    <w:rsid w:val="00EE137F"/>
    <w:rsid w:val="00EE5068"/>
    <w:rsid w:val="00EE6038"/>
    <w:rsid w:val="00EF6E20"/>
    <w:rsid w:val="00EF7943"/>
    <w:rsid w:val="00F02EC1"/>
    <w:rsid w:val="00F04E52"/>
    <w:rsid w:val="00F1003A"/>
    <w:rsid w:val="00F133C4"/>
    <w:rsid w:val="00F173C9"/>
    <w:rsid w:val="00F17D90"/>
    <w:rsid w:val="00F22A41"/>
    <w:rsid w:val="00F32FFB"/>
    <w:rsid w:val="00F35D65"/>
    <w:rsid w:val="00F40D69"/>
    <w:rsid w:val="00F538BA"/>
    <w:rsid w:val="00F66A42"/>
    <w:rsid w:val="00F7707D"/>
    <w:rsid w:val="00F82581"/>
    <w:rsid w:val="00F87F35"/>
    <w:rsid w:val="00F92ECA"/>
    <w:rsid w:val="00FA04D5"/>
    <w:rsid w:val="00FA3887"/>
    <w:rsid w:val="00FB2C06"/>
    <w:rsid w:val="00FB31F6"/>
    <w:rsid w:val="00FB35A2"/>
    <w:rsid w:val="00FB6A3D"/>
    <w:rsid w:val="00FD5DE8"/>
    <w:rsid w:val="00FD65C3"/>
    <w:rsid w:val="00FE123D"/>
    <w:rsid w:val="00FE1AED"/>
    <w:rsid w:val="00FE30C8"/>
    <w:rsid w:val="00FE3A76"/>
    <w:rsid w:val="00FF6280"/>
    <w:rsid w:val="00FF6A01"/>
    <w:rsid w:val="00FF76E1"/>
    <w:rsid w:val="0145299C"/>
    <w:rsid w:val="01BB0211"/>
    <w:rsid w:val="01C346ED"/>
    <w:rsid w:val="02A36A5F"/>
    <w:rsid w:val="02BED391"/>
    <w:rsid w:val="048DCA18"/>
    <w:rsid w:val="05157FF4"/>
    <w:rsid w:val="062F3A81"/>
    <w:rsid w:val="06857C9B"/>
    <w:rsid w:val="06E06172"/>
    <w:rsid w:val="06F86EE4"/>
    <w:rsid w:val="0715171E"/>
    <w:rsid w:val="07BBFEC2"/>
    <w:rsid w:val="07F3838E"/>
    <w:rsid w:val="08063C0D"/>
    <w:rsid w:val="0918DD5C"/>
    <w:rsid w:val="093D7935"/>
    <w:rsid w:val="09A0A662"/>
    <w:rsid w:val="0A61596C"/>
    <w:rsid w:val="0A7E9111"/>
    <w:rsid w:val="0B68555D"/>
    <w:rsid w:val="0B7BD41C"/>
    <w:rsid w:val="0BCE7A4C"/>
    <w:rsid w:val="0BED54A3"/>
    <w:rsid w:val="0C1C0229"/>
    <w:rsid w:val="0CA9D412"/>
    <w:rsid w:val="0CB488D3"/>
    <w:rsid w:val="0F184036"/>
    <w:rsid w:val="0F87F7F7"/>
    <w:rsid w:val="1029F3D5"/>
    <w:rsid w:val="10E2AC21"/>
    <w:rsid w:val="13ADD81F"/>
    <w:rsid w:val="1424F9EC"/>
    <w:rsid w:val="17DD8D5C"/>
    <w:rsid w:val="1851838A"/>
    <w:rsid w:val="1853E611"/>
    <w:rsid w:val="185A5574"/>
    <w:rsid w:val="186C40BB"/>
    <w:rsid w:val="18A08082"/>
    <w:rsid w:val="18B04768"/>
    <w:rsid w:val="18FD45EA"/>
    <w:rsid w:val="19E00814"/>
    <w:rsid w:val="1B4FA7E8"/>
    <w:rsid w:val="1B545BE1"/>
    <w:rsid w:val="1B9217AA"/>
    <w:rsid w:val="1BB6A2CD"/>
    <w:rsid w:val="1CE6DAFA"/>
    <w:rsid w:val="1CEB427C"/>
    <w:rsid w:val="1D5F2A20"/>
    <w:rsid w:val="1DB083F5"/>
    <w:rsid w:val="1DF42B78"/>
    <w:rsid w:val="1E40EE14"/>
    <w:rsid w:val="1E4AAABF"/>
    <w:rsid w:val="1E71104E"/>
    <w:rsid w:val="1E76BA14"/>
    <w:rsid w:val="1E7BC972"/>
    <w:rsid w:val="1F675893"/>
    <w:rsid w:val="21131BB7"/>
    <w:rsid w:val="2140AD72"/>
    <w:rsid w:val="214FDDDB"/>
    <w:rsid w:val="235E3B26"/>
    <w:rsid w:val="239F98CC"/>
    <w:rsid w:val="241479D3"/>
    <w:rsid w:val="255EC993"/>
    <w:rsid w:val="258B68BD"/>
    <w:rsid w:val="26A5D6F1"/>
    <w:rsid w:val="2750E144"/>
    <w:rsid w:val="276DA7A5"/>
    <w:rsid w:val="2A2229B1"/>
    <w:rsid w:val="2A3795C2"/>
    <w:rsid w:val="2AF54B46"/>
    <w:rsid w:val="2B1BA923"/>
    <w:rsid w:val="2C0599A6"/>
    <w:rsid w:val="2C557383"/>
    <w:rsid w:val="2C7B9183"/>
    <w:rsid w:val="2D4D913E"/>
    <w:rsid w:val="2D7E3860"/>
    <w:rsid w:val="2F394501"/>
    <w:rsid w:val="2F4B49D0"/>
    <w:rsid w:val="2F576A60"/>
    <w:rsid w:val="305E47C2"/>
    <w:rsid w:val="310A94B6"/>
    <w:rsid w:val="31644BBC"/>
    <w:rsid w:val="3198FA22"/>
    <w:rsid w:val="31F7D715"/>
    <w:rsid w:val="3269DDA6"/>
    <w:rsid w:val="32B1FCD7"/>
    <w:rsid w:val="339175DC"/>
    <w:rsid w:val="3391DBAB"/>
    <w:rsid w:val="34B74A89"/>
    <w:rsid w:val="34FF0910"/>
    <w:rsid w:val="351FB4A8"/>
    <w:rsid w:val="35702143"/>
    <w:rsid w:val="35F53859"/>
    <w:rsid w:val="361246DD"/>
    <w:rsid w:val="371D00A2"/>
    <w:rsid w:val="374B9A4E"/>
    <w:rsid w:val="375D43A4"/>
    <w:rsid w:val="37D1C18A"/>
    <w:rsid w:val="380F063B"/>
    <w:rsid w:val="38B9380E"/>
    <w:rsid w:val="38C5A534"/>
    <w:rsid w:val="38F661D4"/>
    <w:rsid w:val="3908856E"/>
    <w:rsid w:val="3A66171D"/>
    <w:rsid w:val="3B013381"/>
    <w:rsid w:val="3B200E5B"/>
    <w:rsid w:val="3C14608F"/>
    <w:rsid w:val="3CD40528"/>
    <w:rsid w:val="3CEDAF78"/>
    <w:rsid w:val="3D1E93F3"/>
    <w:rsid w:val="3DE63D87"/>
    <w:rsid w:val="3EF05966"/>
    <w:rsid w:val="3FF077A3"/>
    <w:rsid w:val="403A2DD9"/>
    <w:rsid w:val="40534343"/>
    <w:rsid w:val="40A547BC"/>
    <w:rsid w:val="40E233E7"/>
    <w:rsid w:val="42A85325"/>
    <w:rsid w:val="42ED5CE4"/>
    <w:rsid w:val="43DC1D9E"/>
    <w:rsid w:val="440CC908"/>
    <w:rsid w:val="44356CB6"/>
    <w:rsid w:val="44380B58"/>
    <w:rsid w:val="44C57261"/>
    <w:rsid w:val="456D5B29"/>
    <w:rsid w:val="459631E1"/>
    <w:rsid w:val="45ACCB8A"/>
    <w:rsid w:val="45AD7CB8"/>
    <w:rsid w:val="4658E76D"/>
    <w:rsid w:val="47240D69"/>
    <w:rsid w:val="473A8E24"/>
    <w:rsid w:val="48712A8E"/>
    <w:rsid w:val="48712F3C"/>
    <w:rsid w:val="490B97C3"/>
    <w:rsid w:val="49435A0A"/>
    <w:rsid w:val="4AA1ADFF"/>
    <w:rsid w:val="4B9C809A"/>
    <w:rsid w:val="4D410CC2"/>
    <w:rsid w:val="4E89D986"/>
    <w:rsid w:val="4F4D54A1"/>
    <w:rsid w:val="4FBDBFB3"/>
    <w:rsid w:val="50DCCE67"/>
    <w:rsid w:val="50EA960D"/>
    <w:rsid w:val="513BD381"/>
    <w:rsid w:val="5182ABA2"/>
    <w:rsid w:val="51B7752C"/>
    <w:rsid w:val="51FE8FE6"/>
    <w:rsid w:val="5209C570"/>
    <w:rsid w:val="5254D626"/>
    <w:rsid w:val="544B7A6E"/>
    <w:rsid w:val="54AED1A3"/>
    <w:rsid w:val="54DD8255"/>
    <w:rsid w:val="558633A0"/>
    <w:rsid w:val="56456D60"/>
    <w:rsid w:val="564F7529"/>
    <w:rsid w:val="57997005"/>
    <w:rsid w:val="579D6781"/>
    <w:rsid w:val="5874B024"/>
    <w:rsid w:val="5A21D1FB"/>
    <w:rsid w:val="5A56362C"/>
    <w:rsid w:val="5A5BAE3C"/>
    <w:rsid w:val="5ADC910A"/>
    <w:rsid w:val="5B1E55A6"/>
    <w:rsid w:val="5B984373"/>
    <w:rsid w:val="5BD5EC0A"/>
    <w:rsid w:val="5C9490A7"/>
    <w:rsid w:val="5CC44A20"/>
    <w:rsid w:val="5D2162B8"/>
    <w:rsid w:val="5E3B6D4A"/>
    <w:rsid w:val="5E46C1A6"/>
    <w:rsid w:val="5E4F56F2"/>
    <w:rsid w:val="5E8C920F"/>
    <w:rsid w:val="5EA1C77A"/>
    <w:rsid w:val="5F74A889"/>
    <w:rsid w:val="5FC53CD5"/>
    <w:rsid w:val="5FD2B114"/>
    <w:rsid w:val="600575A7"/>
    <w:rsid w:val="60152A12"/>
    <w:rsid w:val="60C1D019"/>
    <w:rsid w:val="60D8CD5F"/>
    <w:rsid w:val="6142F17E"/>
    <w:rsid w:val="6169C9E9"/>
    <w:rsid w:val="61BA7C3D"/>
    <w:rsid w:val="62989A98"/>
    <w:rsid w:val="62B77C7B"/>
    <w:rsid w:val="6305A4AD"/>
    <w:rsid w:val="636CB852"/>
    <w:rsid w:val="64861752"/>
    <w:rsid w:val="64A17DDD"/>
    <w:rsid w:val="6672BD12"/>
    <w:rsid w:val="6753F896"/>
    <w:rsid w:val="680B4025"/>
    <w:rsid w:val="6A282EC2"/>
    <w:rsid w:val="6A6B11E3"/>
    <w:rsid w:val="6B286035"/>
    <w:rsid w:val="6B29AAB6"/>
    <w:rsid w:val="6BBECDC7"/>
    <w:rsid w:val="6BD1FC85"/>
    <w:rsid w:val="6D0E759A"/>
    <w:rsid w:val="6DEC5F33"/>
    <w:rsid w:val="6EB95964"/>
    <w:rsid w:val="6F9724DE"/>
    <w:rsid w:val="6FC0513A"/>
    <w:rsid w:val="70AEB194"/>
    <w:rsid w:val="70C1C424"/>
    <w:rsid w:val="72A7AE66"/>
    <w:rsid w:val="7371CD44"/>
    <w:rsid w:val="73BD6147"/>
    <w:rsid w:val="73CA6E6C"/>
    <w:rsid w:val="74350ABB"/>
    <w:rsid w:val="743CD121"/>
    <w:rsid w:val="745C685A"/>
    <w:rsid w:val="74BBB6B1"/>
    <w:rsid w:val="75703FE7"/>
    <w:rsid w:val="7646AF2C"/>
    <w:rsid w:val="769BD851"/>
    <w:rsid w:val="76FAA3DC"/>
    <w:rsid w:val="7726B88E"/>
    <w:rsid w:val="7761BD15"/>
    <w:rsid w:val="77DDB2C9"/>
    <w:rsid w:val="7861B4AA"/>
    <w:rsid w:val="78E18F94"/>
    <w:rsid w:val="790E8B51"/>
    <w:rsid w:val="79CE4031"/>
    <w:rsid w:val="7A3706D1"/>
    <w:rsid w:val="7A716909"/>
    <w:rsid w:val="7BA9BEF7"/>
    <w:rsid w:val="7BC62DDB"/>
    <w:rsid w:val="7DD5ADDF"/>
    <w:rsid w:val="7E970A9A"/>
    <w:rsid w:val="7F26425B"/>
    <w:rsid w:val="7F59068C"/>
    <w:rsid w:val="7F8CB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CA9025C"/>
  <w15:docId w15:val="{7C48C264-B807-4ED4-8837-88557ECD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DC2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next w:val="VRHB-Flietext"/>
    <w:uiPriority w:val="9"/>
    <w:qFormat/>
    <w:rsid w:val="00EF6E20"/>
    <w:pPr>
      <w:keepNext/>
      <w:numPr>
        <w:numId w:val="1"/>
      </w:numPr>
      <w:spacing w:before="120" w:after="240"/>
      <w:outlineLvl w:val="0"/>
    </w:pPr>
    <w:rPr>
      <w:rFonts w:asciiTheme="majorHAnsi" w:eastAsia="Calibri" w:hAnsiTheme="majorHAnsi"/>
      <w:b/>
      <w:bCs/>
      <w:sz w:val="24"/>
      <w:szCs w:val="28"/>
      <w:lang w:eastAsia="en-US"/>
    </w:rPr>
  </w:style>
  <w:style w:type="paragraph" w:styleId="berschrift2">
    <w:name w:val="heading 2"/>
    <w:basedOn w:val="berschrift1"/>
    <w:next w:val="VRHB-Flietext"/>
    <w:uiPriority w:val="9"/>
    <w:qFormat/>
    <w:rsid w:val="00EF6E20"/>
    <w:pPr>
      <w:numPr>
        <w:ilvl w:val="1"/>
      </w:numPr>
      <w:tabs>
        <w:tab w:val="clear" w:pos="680"/>
      </w:tabs>
      <w:spacing w:line="260" w:lineRule="atLeast"/>
      <w:ind w:left="567" w:hanging="567"/>
      <w:outlineLvl w:val="1"/>
    </w:pPr>
    <w:rPr>
      <w:sz w:val="22"/>
    </w:rPr>
  </w:style>
  <w:style w:type="paragraph" w:styleId="berschrift3">
    <w:name w:val="heading 3"/>
    <w:basedOn w:val="berschrift2"/>
    <w:next w:val="VRHB-Flietext"/>
    <w:uiPriority w:val="9"/>
    <w:qFormat/>
    <w:rsid w:val="00817545"/>
    <w:pPr>
      <w:numPr>
        <w:ilvl w:val="2"/>
      </w:numPr>
      <w:tabs>
        <w:tab w:val="clear" w:pos="680"/>
      </w:tabs>
      <w:outlineLvl w:val="2"/>
    </w:pPr>
    <w:rPr>
      <w:iCs/>
      <w:color w:val="000000" w:themeColor="text1"/>
      <w:sz w:val="20"/>
      <w:szCs w:val="26"/>
    </w:rPr>
  </w:style>
  <w:style w:type="paragraph" w:styleId="berschrift4">
    <w:name w:val="heading 4"/>
    <w:basedOn w:val="berschrift1"/>
    <w:next w:val="VRHB-Flietext"/>
    <w:uiPriority w:val="9"/>
    <w:qFormat/>
    <w:rsid w:val="00D31FA1"/>
    <w:pPr>
      <w:numPr>
        <w:numId w:val="0"/>
      </w:numPr>
      <w:outlineLvl w:val="3"/>
    </w:pPr>
  </w:style>
  <w:style w:type="paragraph" w:styleId="berschrift5">
    <w:name w:val="heading 5"/>
    <w:basedOn w:val="Standard"/>
    <w:next w:val="Standard"/>
    <w:uiPriority w:val="9"/>
    <w:qFormat/>
    <w:rsid w:val="00D31FA1"/>
    <w:pPr>
      <w:spacing w:before="240" w:after="60"/>
      <w:outlineLvl w:val="4"/>
    </w:pPr>
    <w:rPr>
      <w:b/>
      <w:i/>
      <w:sz w:val="26"/>
      <w:szCs w:val="26"/>
    </w:rPr>
  </w:style>
  <w:style w:type="paragraph" w:styleId="berschrift6">
    <w:name w:val="heading 6"/>
    <w:basedOn w:val="Standard"/>
    <w:next w:val="Standard"/>
    <w:uiPriority w:val="9"/>
    <w:qFormat/>
    <w:rsid w:val="00D31FA1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uiPriority w:val="9"/>
    <w:qFormat/>
    <w:rsid w:val="00D31FA1"/>
    <w:p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uiPriority w:val="9"/>
    <w:qFormat/>
    <w:rsid w:val="00D31FA1"/>
    <w:pPr>
      <w:spacing w:before="240" w:after="60"/>
      <w:outlineLvl w:val="7"/>
    </w:pPr>
    <w:rPr>
      <w:i/>
      <w:szCs w:val="24"/>
    </w:rPr>
  </w:style>
  <w:style w:type="paragraph" w:styleId="berschrift9">
    <w:name w:val="heading 9"/>
    <w:basedOn w:val="Standard"/>
    <w:next w:val="Standard"/>
    <w:uiPriority w:val="9"/>
    <w:qFormat/>
    <w:rsid w:val="00D31FA1"/>
    <w:pPr>
      <w:spacing w:before="240" w:after="60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1FA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uiPriority w:val="39"/>
    <w:rsid w:val="00174DC2"/>
    <w:pPr>
      <w:widowControl w:val="0"/>
      <w:tabs>
        <w:tab w:val="left" w:pos="369"/>
        <w:tab w:val="right" w:leader="dot" w:pos="9639"/>
      </w:tabs>
      <w:spacing w:before="120" w:line="280" w:lineRule="exact"/>
    </w:pPr>
    <w:rPr>
      <w:rFonts w:asciiTheme="minorHAnsi" w:eastAsia="Calibri" w:hAnsiTheme="minorHAnsi"/>
      <w:b/>
      <w:bCs/>
      <w:color w:val="002D67" w:themeColor="background2"/>
      <w:sz w:val="22"/>
      <w:szCs w:val="28"/>
      <w:lang w:eastAsia="en-US"/>
    </w:rPr>
  </w:style>
  <w:style w:type="paragraph" w:styleId="Verzeichnis2">
    <w:name w:val="toc 2"/>
    <w:uiPriority w:val="39"/>
    <w:rsid w:val="00102536"/>
    <w:pPr>
      <w:widowControl w:val="0"/>
      <w:tabs>
        <w:tab w:val="left" w:pos="936"/>
        <w:tab w:val="right" w:leader="dot" w:pos="9639"/>
      </w:tabs>
      <w:spacing w:line="240" w:lineRule="exact"/>
      <w:ind w:left="369"/>
      <w:outlineLvl w:val="1"/>
    </w:pPr>
    <w:rPr>
      <w:rFonts w:ascii="GenosGFG" w:hAnsi="GenosGFG"/>
      <w:bCs/>
      <w:color w:val="000000"/>
      <w:kern w:val="12"/>
      <w:sz w:val="18"/>
      <w:szCs w:val="28"/>
    </w:rPr>
  </w:style>
  <w:style w:type="paragraph" w:styleId="Verzeichnis3">
    <w:name w:val="toc 3"/>
    <w:basedOn w:val="Verzeichnis2"/>
    <w:uiPriority w:val="39"/>
    <w:rsid w:val="00817545"/>
    <w:pPr>
      <w:tabs>
        <w:tab w:val="clear" w:pos="936"/>
        <w:tab w:val="left" w:pos="1560"/>
      </w:tabs>
      <w:ind w:left="964"/>
    </w:pPr>
    <w:rPr>
      <w:noProof/>
    </w:rPr>
  </w:style>
  <w:style w:type="paragraph" w:styleId="Index1">
    <w:name w:val="index 1"/>
    <w:basedOn w:val="Standard"/>
    <w:next w:val="Standard"/>
    <w:autoRedefine/>
    <w:uiPriority w:val="99"/>
    <w:semiHidden/>
    <w:rsid w:val="00D31FA1"/>
    <w:pPr>
      <w:ind w:left="240" w:hanging="240"/>
    </w:pPr>
  </w:style>
  <w:style w:type="paragraph" w:styleId="Verzeichnis4">
    <w:name w:val="toc 4"/>
    <w:basedOn w:val="Verzeichnis1"/>
    <w:autoRedefine/>
    <w:uiPriority w:val="39"/>
    <w:rsid w:val="00BE5D35"/>
    <w:rPr>
      <w:noProof/>
    </w:rPr>
  </w:style>
  <w:style w:type="paragraph" w:styleId="Verzeichnis5">
    <w:name w:val="toc 5"/>
    <w:basedOn w:val="Standard"/>
    <w:next w:val="Standard"/>
    <w:autoRedefine/>
    <w:semiHidden/>
    <w:rsid w:val="00D31FA1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31FA1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31FA1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31FA1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31FA1"/>
    <w:pPr>
      <w:ind w:left="1920"/>
    </w:pPr>
  </w:style>
  <w:style w:type="paragraph" w:styleId="Sprechblasentext">
    <w:name w:val="Balloon Text"/>
    <w:basedOn w:val="Standard"/>
    <w:semiHidden/>
    <w:rsid w:val="00D31FA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D31FA1"/>
  </w:style>
  <w:style w:type="paragraph" w:styleId="Kommentarthema">
    <w:name w:val="annotation subject"/>
    <w:basedOn w:val="Kommentartext"/>
    <w:next w:val="Kommentartext"/>
    <w:semiHidden/>
    <w:rsid w:val="00D31FA1"/>
    <w:rPr>
      <w:b/>
      <w:bCs/>
    </w:rPr>
  </w:style>
  <w:style w:type="paragraph" w:styleId="Funotentext">
    <w:name w:val="footnote text"/>
    <w:basedOn w:val="Standard"/>
    <w:link w:val="FunotentextZchn"/>
    <w:semiHidden/>
    <w:rsid w:val="00D31FA1"/>
    <w:rPr>
      <w:rFonts w:ascii="Arial" w:hAnsi="Arial" w:cs="Arial"/>
    </w:rPr>
  </w:style>
  <w:style w:type="character" w:styleId="Funotenzeichen">
    <w:name w:val="footnote reference"/>
    <w:semiHidden/>
    <w:rsid w:val="00D31FA1"/>
    <w:rPr>
      <w:rFonts w:ascii="Arial" w:hAnsi="Arial"/>
      <w:vertAlign w:val="superscript"/>
    </w:rPr>
  </w:style>
  <w:style w:type="paragraph" w:styleId="Index2">
    <w:name w:val="index 2"/>
    <w:basedOn w:val="Standard"/>
    <w:next w:val="Standard"/>
    <w:autoRedefine/>
    <w:uiPriority w:val="99"/>
    <w:semiHidden/>
    <w:rsid w:val="00D31FA1"/>
    <w:pPr>
      <w:tabs>
        <w:tab w:val="right" w:leader="dot" w:pos="4261"/>
      </w:tabs>
      <w:ind w:left="142" w:hanging="142"/>
    </w:pPr>
    <w:rPr>
      <w:szCs w:val="24"/>
    </w:rPr>
  </w:style>
  <w:style w:type="character" w:customStyle="1" w:styleId="FunotentextZchn">
    <w:name w:val="Fußnotentext Zchn"/>
    <w:link w:val="Funotentext"/>
    <w:semiHidden/>
    <w:rsid w:val="00D31FA1"/>
    <w:rPr>
      <w:rFonts w:ascii="Arial" w:eastAsia="Calibri" w:hAnsi="Arial" w:cs="Arial"/>
      <w:lang w:eastAsia="en-US"/>
    </w:rPr>
  </w:style>
  <w:style w:type="paragraph" w:customStyle="1" w:styleId="VRHB-berschrift1XL">
    <w:name w:val="VR HB - Überschrift 1 XL"/>
    <w:basedOn w:val="Standard"/>
    <w:uiPriority w:val="99"/>
    <w:rsid w:val="00D31FA1"/>
    <w:pPr>
      <w:tabs>
        <w:tab w:val="right" w:pos="9638"/>
      </w:tabs>
      <w:spacing w:line="920" w:lineRule="atLeast"/>
      <w:textAlignment w:val="center"/>
    </w:pPr>
    <w:rPr>
      <w:b/>
      <w:bCs/>
      <w:color w:val="002D67" w:themeColor="background2"/>
      <w:sz w:val="84"/>
      <w:szCs w:val="84"/>
    </w:rPr>
  </w:style>
  <w:style w:type="paragraph" w:customStyle="1" w:styleId="VRHB-Unterberschrift1XL">
    <w:name w:val="VR HB - Unterüberschrift 1 XL"/>
    <w:basedOn w:val="Standard"/>
    <w:uiPriority w:val="99"/>
    <w:rsid w:val="00D31FA1"/>
    <w:pPr>
      <w:tabs>
        <w:tab w:val="right" w:pos="9638"/>
      </w:tabs>
      <w:spacing w:before="255" w:line="460" w:lineRule="atLeast"/>
      <w:textAlignment w:val="center"/>
    </w:pPr>
    <w:rPr>
      <w:color w:val="002D67" w:themeColor="background2"/>
      <w:sz w:val="42"/>
      <w:szCs w:val="42"/>
    </w:rPr>
  </w:style>
  <w:style w:type="paragraph" w:customStyle="1" w:styleId="VRHB-berschrift2L">
    <w:name w:val="VR HB - Überschrift 2 L"/>
    <w:basedOn w:val="Standard"/>
    <w:uiPriority w:val="99"/>
    <w:rsid w:val="00D31FA1"/>
    <w:pPr>
      <w:tabs>
        <w:tab w:val="right" w:pos="9638"/>
      </w:tabs>
      <w:spacing w:line="720" w:lineRule="atLeast"/>
      <w:textAlignment w:val="center"/>
    </w:pPr>
    <w:rPr>
      <w:b/>
      <w:bCs/>
      <w:color w:val="002D67" w:themeColor="background2"/>
      <w:spacing w:val="-14"/>
      <w:sz w:val="72"/>
      <w:szCs w:val="72"/>
    </w:rPr>
  </w:style>
  <w:style w:type="paragraph" w:customStyle="1" w:styleId="VRHB-Unterberschrift2L">
    <w:name w:val="VR HB - Unterüberschrift 2 L"/>
    <w:basedOn w:val="Standard"/>
    <w:uiPriority w:val="99"/>
    <w:rsid w:val="00D31FA1"/>
    <w:pPr>
      <w:tabs>
        <w:tab w:val="right" w:pos="9638"/>
      </w:tabs>
      <w:spacing w:before="181" w:line="420" w:lineRule="atLeast"/>
      <w:textAlignment w:val="center"/>
    </w:pPr>
    <w:rPr>
      <w:color w:val="002D67" w:themeColor="background2"/>
      <w:sz w:val="36"/>
      <w:szCs w:val="36"/>
    </w:rPr>
  </w:style>
  <w:style w:type="paragraph" w:customStyle="1" w:styleId="VRHB-berschrift3M">
    <w:name w:val="VR HB - Überschrift 3 M"/>
    <w:basedOn w:val="Standard"/>
    <w:uiPriority w:val="99"/>
    <w:rsid w:val="00D31FA1"/>
    <w:pPr>
      <w:tabs>
        <w:tab w:val="right" w:pos="9638"/>
      </w:tabs>
      <w:spacing w:line="600" w:lineRule="atLeast"/>
      <w:textAlignment w:val="center"/>
    </w:pPr>
    <w:rPr>
      <w:b/>
      <w:bCs/>
      <w:color w:val="002D67" w:themeColor="background2"/>
      <w:spacing w:val="-12"/>
      <w:sz w:val="60"/>
      <w:szCs w:val="60"/>
    </w:rPr>
  </w:style>
  <w:style w:type="paragraph" w:customStyle="1" w:styleId="VRHB-Unterberschrift3M">
    <w:name w:val="VR HB - Unterüberschrift 3 M"/>
    <w:basedOn w:val="Standard"/>
    <w:uiPriority w:val="99"/>
    <w:rsid w:val="00D31FA1"/>
    <w:pPr>
      <w:tabs>
        <w:tab w:val="right" w:pos="9638"/>
      </w:tabs>
      <w:spacing w:before="159" w:line="360" w:lineRule="atLeast"/>
      <w:textAlignment w:val="center"/>
    </w:pPr>
    <w:rPr>
      <w:color w:val="002D67" w:themeColor="background2"/>
      <w:sz w:val="30"/>
      <w:szCs w:val="30"/>
    </w:rPr>
  </w:style>
  <w:style w:type="paragraph" w:customStyle="1" w:styleId="VRHB-berschrift4S">
    <w:name w:val="VR HB - Überschrift 4 S"/>
    <w:basedOn w:val="Standard"/>
    <w:uiPriority w:val="99"/>
    <w:rsid w:val="00D31FA1"/>
    <w:pPr>
      <w:tabs>
        <w:tab w:val="right" w:pos="9638"/>
      </w:tabs>
      <w:spacing w:line="480" w:lineRule="atLeast"/>
      <w:textAlignment w:val="center"/>
    </w:pPr>
    <w:rPr>
      <w:b/>
      <w:bCs/>
      <w:color w:val="002D67" w:themeColor="background2"/>
      <w:spacing w:val="-10"/>
      <w:sz w:val="48"/>
      <w:szCs w:val="48"/>
    </w:rPr>
  </w:style>
  <w:style w:type="paragraph" w:customStyle="1" w:styleId="VRHB-Unterberschrift4S">
    <w:name w:val="VR HB - Unterüberschrift 4 S"/>
    <w:basedOn w:val="Standard"/>
    <w:uiPriority w:val="99"/>
    <w:rsid w:val="00D31FA1"/>
    <w:pPr>
      <w:tabs>
        <w:tab w:val="right" w:pos="9638"/>
      </w:tabs>
      <w:spacing w:before="139" w:line="300" w:lineRule="atLeast"/>
      <w:ind w:left="14"/>
      <w:textAlignment w:val="center"/>
    </w:pPr>
    <w:rPr>
      <w:color w:val="002D67" w:themeColor="background2"/>
      <w:sz w:val="24"/>
      <w:szCs w:val="24"/>
    </w:rPr>
  </w:style>
  <w:style w:type="paragraph" w:customStyle="1" w:styleId="VRHB-Flietext">
    <w:name w:val="VR HB - Fließtext"/>
    <w:qFormat/>
    <w:rsid w:val="00676AEA"/>
    <w:pPr>
      <w:autoSpaceDE w:val="0"/>
      <w:autoSpaceDN w:val="0"/>
      <w:adjustRightInd w:val="0"/>
      <w:spacing w:line="260" w:lineRule="atLeast"/>
    </w:pPr>
    <w:rPr>
      <w:rFonts w:ascii="GenosGFG" w:hAnsi="GenosGFG" w:cs="GenosGFG"/>
      <w:color w:val="000000"/>
      <w:szCs w:val="18"/>
    </w:rPr>
  </w:style>
  <w:style w:type="paragraph" w:customStyle="1" w:styleId="VRHB-FlietextAfzPunkt">
    <w:name w:val="VR HB - Fließtext Afz Punkt"/>
    <w:basedOn w:val="VRHB-Flietext"/>
    <w:qFormat/>
    <w:rsid w:val="00D31FA1"/>
    <w:pPr>
      <w:numPr>
        <w:numId w:val="7"/>
      </w:numPr>
    </w:pPr>
  </w:style>
  <w:style w:type="paragraph" w:customStyle="1" w:styleId="VRHB-Tabellenkopf">
    <w:name w:val="VR HB - Tabellenkopf"/>
    <w:basedOn w:val="VRHB-Tabelleninhalt"/>
    <w:rsid w:val="00741622"/>
    <w:rPr>
      <w:b/>
      <w:bCs/>
      <w:color w:val="FFFFFF"/>
    </w:rPr>
  </w:style>
  <w:style w:type="paragraph" w:customStyle="1" w:styleId="VRHB-Tabelleninhalt">
    <w:name w:val="VR HB - Tabelleninhalt"/>
    <w:qFormat/>
    <w:rsid w:val="008C30CD"/>
    <w:pPr>
      <w:autoSpaceDE w:val="0"/>
      <w:autoSpaceDN w:val="0"/>
      <w:adjustRightInd w:val="0"/>
      <w:spacing w:line="240" w:lineRule="atLeast"/>
    </w:pPr>
    <w:rPr>
      <w:rFonts w:ascii="GenosGFG" w:hAnsi="GenosGFG" w:cs="GenosGFG"/>
      <w:sz w:val="18"/>
      <w:szCs w:val="16"/>
    </w:rPr>
  </w:style>
  <w:style w:type="numbering" w:customStyle="1" w:styleId="VRAfzabc">
    <w:name w:val="VR_Afz_abc"/>
    <w:uiPriority w:val="99"/>
    <w:rsid w:val="00D31FA1"/>
    <w:pPr>
      <w:numPr>
        <w:numId w:val="2"/>
      </w:numPr>
    </w:pPr>
  </w:style>
  <w:style w:type="numbering" w:customStyle="1" w:styleId="VRAfzPunkte1-3">
    <w:name w:val="VR_Afz_Punkte1-3"/>
    <w:uiPriority w:val="99"/>
    <w:rsid w:val="00D31FA1"/>
    <w:pPr>
      <w:numPr>
        <w:numId w:val="3"/>
      </w:numPr>
    </w:pPr>
  </w:style>
  <w:style w:type="numbering" w:customStyle="1" w:styleId="VRAfzPunkteeinfach">
    <w:name w:val="VR_Afz_Punkte_einfach"/>
    <w:uiPriority w:val="99"/>
    <w:rsid w:val="00D31FA1"/>
    <w:pPr>
      <w:numPr>
        <w:numId w:val="4"/>
      </w:numPr>
    </w:pPr>
  </w:style>
  <w:style w:type="table" w:customStyle="1" w:styleId="TabelleVRPayment">
    <w:name w:val="Tabelle VR Payment"/>
    <w:basedOn w:val="NormaleTabelle"/>
    <w:uiPriority w:val="99"/>
    <w:rsid w:val="002C1C15"/>
    <w:rPr>
      <w:rFonts w:eastAsia="Calibri"/>
    </w:rPr>
    <w:tblPr>
      <w:tblInd w:w="74" w:type="dxa"/>
      <w:tblBorders>
        <w:insideH w:val="single" w:sz="2" w:space="0" w:color="BEBEBE" w:themeColor="accent6"/>
        <w:insideV w:val="single" w:sz="36" w:space="0" w:color="FFFFFF" w:themeColor="background1"/>
      </w:tblBorders>
      <w:tblCellMar>
        <w:top w:w="40" w:type="dxa"/>
        <w:left w:w="74" w:type="dxa"/>
        <w:bottom w:w="40" w:type="dxa"/>
        <w:right w:w="68" w:type="dxa"/>
      </w:tblCellMar>
    </w:tblPr>
  </w:style>
  <w:style w:type="character" w:customStyle="1" w:styleId="VR-Orange">
    <w:name w:val="VR-Orange"/>
    <w:rsid w:val="00D31FA1"/>
    <w:rPr>
      <w:color w:val="FF6600" w:themeColor="accent1"/>
    </w:rPr>
  </w:style>
  <w:style w:type="character" w:customStyle="1" w:styleId="VR-Blau">
    <w:name w:val="VR-Blau"/>
    <w:rsid w:val="00D31FA1"/>
    <w:rPr>
      <w:color w:val="0066B3" w:themeColor="text2"/>
    </w:rPr>
  </w:style>
  <w:style w:type="character" w:customStyle="1" w:styleId="VR-Ultramarin">
    <w:name w:val="VR-Ultramarin"/>
    <w:rsid w:val="00D31FA1"/>
    <w:rPr>
      <w:color w:val="002D67" w:themeColor="background2"/>
    </w:rPr>
  </w:style>
  <w:style w:type="numbering" w:customStyle="1" w:styleId="VRAfzNummer">
    <w:name w:val="VR_Afz_Nummer"/>
    <w:uiPriority w:val="99"/>
    <w:rsid w:val="00D31FA1"/>
    <w:pPr>
      <w:numPr>
        <w:numId w:val="5"/>
      </w:numPr>
    </w:pPr>
  </w:style>
  <w:style w:type="character" w:customStyle="1" w:styleId="VR-HellesBlau">
    <w:name w:val="VR-Helles Blau"/>
    <w:rsid w:val="00D31FA1"/>
    <w:rPr>
      <w:color w:val="BED7F0" w:themeColor="accent3"/>
    </w:rPr>
  </w:style>
  <w:style w:type="paragraph" w:customStyle="1" w:styleId="VRFuzeile">
    <w:name w:val="VR_Fußzeile"/>
    <w:rsid w:val="00F87F35"/>
    <w:pPr>
      <w:jc w:val="right"/>
    </w:pPr>
    <w:rPr>
      <w:rFonts w:eastAsia="Calibri"/>
      <w:sz w:val="12"/>
      <w:szCs w:val="12"/>
      <w:lang w:eastAsia="en-US"/>
    </w:rPr>
  </w:style>
  <w:style w:type="paragraph" w:customStyle="1" w:styleId="VRKopfzeile">
    <w:name w:val="VR_Kopfzeile"/>
    <w:rsid w:val="0072789E"/>
    <w:pPr>
      <w:tabs>
        <w:tab w:val="right" w:pos="9639"/>
      </w:tabs>
    </w:pPr>
    <w:rPr>
      <w:rFonts w:eastAsia="Calibri"/>
      <w:b/>
      <w:color w:val="002D67" w:themeColor="background2"/>
      <w:sz w:val="24"/>
      <w:szCs w:val="24"/>
      <w:lang w:eastAsia="en-US"/>
    </w:rPr>
  </w:style>
  <w:style w:type="table" w:customStyle="1" w:styleId="Gitternetztabelle1hell1">
    <w:name w:val="Gitternetztabelle 1 hell1"/>
    <w:basedOn w:val="NormaleTabelle"/>
    <w:uiPriority w:val="46"/>
    <w:rsid w:val="00D31FA1"/>
    <w:rPr>
      <w:rFonts w:eastAsia="Calibri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VRHB-Abstandklein">
    <w:name w:val="VR HB - Abstand klein"/>
    <w:basedOn w:val="VRHB-Flietext"/>
    <w:rsid w:val="00FE3A76"/>
    <w:pPr>
      <w:widowControl w:val="0"/>
      <w:spacing w:line="240" w:lineRule="auto"/>
    </w:pPr>
    <w:rPr>
      <w:sz w:val="12"/>
    </w:rPr>
  </w:style>
  <w:style w:type="numbering" w:customStyle="1" w:styleId="VRAufzTab">
    <w:name w:val="VR_Aufz_Tab"/>
    <w:uiPriority w:val="99"/>
    <w:rsid w:val="002C1C15"/>
    <w:pPr>
      <w:numPr>
        <w:numId w:val="6"/>
      </w:numPr>
    </w:pPr>
  </w:style>
  <w:style w:type="table" w:customStyle="1" w:styleId="TabelleVRPaymentKopf">
    <w:name w:val="Tabelle VR Payment Kopf"/>
    <w:basedOn w:val="NormaleTabelle"/>
    <w:uiPriority w:val="99"/>
    <w:rsid w:val="009C6329"/>
    <w:rPr>
      <w:rFonts w:eastAsia="Calibri"/>
    </w:rPr>
    <w:tblPr>
      <w:tblInd w:w="74" w:type="dxa"/>
      <w:tblBorders>
        <w:top w:val="single" w:sz="2" w:space="0" w:color="002D67" w:themeColor="background2"/>
        <w:left w:val="single" w:sz="2" w:space="0" w:color="002D67" w:themeColor="background2"/>
        <w:bottom w:val="single" w:sz="2" w:space="0" w:color="002D67" w:themeColor="background2"/>
        <w:right w:val="single" w:sz="2" w:space="0" w:color="002D67" w:themeColor="background2"/>
        <w:insideH w:val="single" w:sz="2" w:space="0" w:color="002D67" w:themeColor="background2"/>
        <w:insideV w:val="single" w:sz="2" w:space="0" w:color="002D67" w:themeColor="background2"/>
      </w:tblBorders>
      <w:tblCellMar>
        <w:top w:w="40" w:type="dxa"/>
        <w:left w:w="74" w:type="dxa"/>
        <w:bottom w:w="40" w:type="dxa"/>
        <w:right w:w="68" w:type="dxa"/>
      </w:tblCellMar>
    </w:tblPr>
    <w:trPr>
      <w:cantSplit/>
    </w:trPr>
    <w:tblStylePr w:type="firstRow">
      <w:tblPr/>
      <w:trPr>
        <w:tblHeader/>
      </w:trPr>
      <w:tcPr>
        <w:tcBorders>
          <w:top w:val="single" w:sz="2" w:space="0" w:color="002D67" w:themeColor="background2"/>
          <w:left w:val="single" w:sz="2" w:space="0" w:color="002D67" w:themeColor="background2"/>
          <w:bottom w:val="single" w:sz="2" w:space="0" w:color="002D67" w:themeColor="background2"/>
          <w:right w:val="single" w:sz="2" w:space="0" w:color="002D67" w:themeColor="background2"/>
          <w:insideH w:val="nil"/>
          <w:insideV w:val="single" w:sz="8" w:space="0" w:color="FFFFFF" w:themeColor="background1"/>
        </w:tcBorders>
        <w:shd w:val="clear" w:color="auto" w:fill="002D67" w:themeFill="background2"/>
      </w:tcPr>
    </w:tblStylePr>
  </w:style>
  <w:style w:type="character" w:customStyle="1" w:styleId="VRHBZFIndexfarbeblaufett">
    <w:name w:val="VR HB ZF Indexfarbe blau/fett"/>
    <w:basedOn w:val="Absatz-Standardschriftart"/>
    <w:qFormat/>
    <w:rsid w:val="00B661FF"/>
    <w:rPr>
      <w:rFonts w:eastAsia="Calibri"/>
      <w:b/>
      <w:color w:val="0000FF"/>
    </w:rPr>
  </w:style>
  <w:style w:type="paragraph" w:customStyle="1" w:styleId="VRHB-Tabelleninhalthg04">
    <w:name w:val="VR HB - Tabelleninhalt hg 0/4"/>
    <w:basedOn w:val="VRHB-Tabelleninhalt"/>
    <w:qFormat/>
    <w:rsid w:val="004423B2"/>
    <w:pPr>
      <w:ind w:left="227" w:hanging="227"/>
    </w:pPr>
  </w:style>
  <w:style w:type="paragraph" w:customStyle="1" w:styleId="VRHB-TabelleninhaltAfzPunkt">
    <w:name w:val="VR HB - Tabelleninhalt Afz Punkt"/>
    <w:basedOn w:val="VRHB-Tabelleninhalt"/>
    <w:qFormat/>
    <w:rsid w:val="00EC6889"/>
    <w:pPr>
      <w:keepLines/>
      <w:numPr>
        <w:numId w:val="8"/>
      </w:numPr>
    </w:pPr>
  </w:style>
  <w:style w:type="numbering" w:customStyle="1" w:styleId="ListeTabAfzPunkt">
    <w:name w:val="Liste Tab Afz Punkt"/>
    <w:uiPriority w:val="99"/>
    <w:rsid w:val="004423B2"/>
    <w:pPr>
      <w:numPr>
        <w:numId w:val="8"/>
      </w:numPr>
    </w:pPr>
  </w:style>
  <w:style w:type="character" w:customStyle="1" w:styleId="VRHBZFIndexfarbeblau">
    <w:name w:val="VR HB ZF Indexfarbe blau"/>
    <w:basedOn w:val="VRHBZFIndexfarbeblaufett"/>
    <w:qFormat/>
    <w:rsid w:val="00676AEA"/>
    <w:rPr>
      <w:rFonts w:eastAsia="Calibri"/>
      <w:b w:val="0"/>
      <w:color w:val="0000FF"/>
    </w:rPr>
  </w:style>
  <w:style w:type="paragraph" w:customStyle="1" w:styleId="VRHB-TabelleninhaltAfzZiff">
    <w:name w:val="VR HB - Tabelleninhalt Afz Ziff"/>
    <w:basedOn w:val="VRHB-Tabelleninhalt"/>
    <w:qFormat/>
    <w:rsid w:val="00194AB6"/>
    <w:pPr>
      <w:numPr>
        <w:numId w:val="9"/>
      </w:numPr>
    </w:pPr>
  </w:style>
  <w:style w:type="numbering" w:customStyle="1" w:styleId="ListeTabAfzZiff">
    <w:name w:val="Liste Tab Afz Ziff"/>
    <w:uiPriority w:val="99"/>
    <w:rsid w:val="00194AB6"/>
    <w:pPr>
      <w:numPr>
        <w:numId w:val="9"/>
      </w:numPr>
    </w:pPr>
  </w:style>
  <w:style w:type="paragraph" w:customStyle="1" w:styleId="VRHB-Tabellenberschrift">
    <w:name w:val="VR HB - Tabellenüberschrift"/>
    <w:basedOn w:val="VRHB-Flietext"/>
    <w:qFormat/>
    <w:rsid w:val="007845B0"/>
    <w:pPr>
      <w:spacing w:after="120"/>
    </w:pPr>
    <w:rPr>
      <w:b/>
    </w:rPr>
  </w:style>
  <w:style w:type="paragraph" w:customStyle="1" w:styleId="VRHB-TabelleninhaltfettUltramarin">
    <w:name w:val="VR HB - Tabelleninhalt fett Ultramarin"/>
    <w:basedOn w:val="VRHB-Tabelleninhalt"/>
    <w:rsid w:val="00A15775"/>
    <w:pPr>
      <w:keepNext/>
    </w:pPr>
    <w:rPr>
      <w:b/>
      <w:color w:val="002D67" w:themeColor="background2"/>
    </w:rPr>
  </w:style>
  <w:style w:type="paragraph" w:customStyle="1" w:styleId="VRHB-TabelleninhaltAfzabc">
    <w:name w:val="VR HB - Tabelleninhalt Afz abc"/>
    <w:basedOn w:val="VRHB-Tabelleninhalt"/>
    <w:rsid w:val="008C30CD"/>
    <w:pPr>
      <w:numPr>
        <w:numId w:val="10"/>
      </w:numPr>
    </w:pPr>
  </w:style>
  <w:style w:type="numbering" w:customStyle="1" w:styleId="VRHB-TabAfzabc">
    <w:name w:val="VR HB - Tab Afz abc"/>
    <w:uiPriority w:val="99"/>
    <w:rsid w:val="008C30CD"/>
    <w:pPr>
      <w:numPr>
        <w:numId w:val="10"/>
      </w:numPr>
    </w:pPr>
  </w:style>
  <w:style w:type="character" w:customStyle="1" w:styleId="VRHBZFfettkursiv">
    <w:name w:val="VR HB ZF fett/kursiv"/>
    <w:basedOn w:val="Absatz-Standardschriftart"/>
    <w:rsid w:val="00C1565F"/>
    <w:rPr>
      <w:b/>
      <w:i/>
      <w:color w:val="auto"/>
    </w:rPr>
  </w:style>
  <w:style w:type="character" w:customStyle="1" w:styleId="VRHBZFfett">
    <w:name w:val="VR HB ZF fett"/>
    <w:basedOn w:val="Absatz-Standardschriftart"/>
    <w:rsid w:val="00C1565F"/>
    <w:rPr>
      <w:b/>
      <w:color w:val="auto"/>
    </w:rPr>
  </w:style>
  <w:style w:type="paragraph" w:customStyle="1" w:styleId="VRHB-TabelleninhaltAfzStrich">
    <w:name w:val="VR HB - Tabelleninhalt Afz Strich"/>
    <w:basedOn w:val="VRHB-Tabelleninhalt"/>
    <w:rsid w:val="00660171"/>
    <w:pPr>
      <w:numPr>
        <w:numId w:val="12"/>
      </w:numPr>
    </w:pPr>
  </w:style>
  <w:style w:type="numbering" w:customStyle="1" w:styleId="VRHB-TabAfzStrich">
    <w:name w:val="VR HB - Tab Afz Strich"/>
    <w:uiPriority w:val="99"/>
    <w:rsid w:val="00660171"/>
    <w:pPr>
      <w:numPr>
        <w:numId w:val="11"/>
      </w:numPr>
    </w:pPr>
  </w:style>
  <w:style w:type="paragraph" w:customStyle="1" w:styleId="VRHB-TabelleninhaltVorbelegung">
    <w:name w:val="VR HB - Tabelleninhalt Vorbelegung"/>
    <w:basedOn w:val="VRHB-Tabelleninhalt"/>
    <w:rsid w:val="00BD1BB7"/>
    <w:pPr>
      <w:keepLines/>
      <w:suppressAutoHyphens/>
      <w:spacing w:line="240" w:lineRule="auto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1237"/>
    <w:rPr>
      <w:rFonts w:ascii="GenosGFG" w:eastAsia="Times New Roman" w:hAnsi="GenosGFG" w:cs="GenosGFG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1237"/>
    <w:rPr>
      <w:rFonts w:ascii="GenosGFG" w:eastAsia="Times New Roman" w:hAnsi="GenosGFG" w:cs="GenosGFG"/>
      <w:szCs w:val="18"/>
    </w:rPr>
  </w:style>
  <w:style w:type="character" w:customStyle="1" w:styleId="Auszeichnung-Bold">
    <w:name w:val="Auszeichnung - Bold"/>
    <w:uiPriority w:val="99"/>
    <w:rsid w:val="00B0783D"/>
    <w:rPr>
      <w:b/>
      <w:bCs/>
      <w:lang w:val="de-DE"/>
    </w:rPr>
  </w:style>
  <w:style w:type="paragraph" w:customStyle="1" w:styleId="Bearbeitungshinweise">
    <w:name w:val="Bearbeitungshinweise"/>
    <w:basedOn w:val="Standard"/>
    <w:link w:val="BearbeitungshinweiseZchn"/>
    <w:qFormat/>
    <w:rsid w:val="009E3C32"/>
    <w:pPr>
      <w:spacing w:line="264" w:lineRule="auto"/>
    </w:pPr>
    <w:rPr>
      <w:rFonts w:ascii="Courier New" w:hAnsi="Courier New" w:cs="Arial"/>
      <w:b/>
      <w:i/>
      <w:color w:val="FF0000"/>
    </w:rPr>
  </w:style>
  <w:style w:type="character" w:customStyle="1" w:styleId="BearbeitungshinweiseZchn">
    <w:name w:val="Bearbeitungshinweise Zchn"/>
    <w:basedOn w:val="Absatz-Standardschriftart"/>
    <w:link w:val="Bearbeitungshinweise"/>
    <w:rsid w:val="009E3C32"/>
    <w:rPr>
      <w:rFonts w:ascii="Courier New" w:hAnsi="Courier New" w:cs="Arial"/>
      <w:b/>
      <w:i/>
      <w:color w:val="FF0000"/>
      <w:sz w:val="22"/>
      <w:szCs w:val="22"/>
    </w:rPr>
  </w:style>
  <w:style w:type="paragraph" w:styleId="Listenabsatz">
    <w:name w:val="List Paragraph"/>
    <w:basedOn w:val="Standard"/>
    <w:uiPriority w:val="34"/>
    <w:qFormat/>
    <w:rsid w:val="00174DC2"/>
    <w:pPr>
      <w:ind w:left="720"/>
      <w:contextualSpacing/>
    </w:pPr>
    <w:rPr>
      <w:sz w:val="20"/>
    </w:rPr>
  </w:style>
  <w:style w:type="table" w:customStyle="1" w:styleId="Tabellenraster1">
    <w:name w:val="Tabellenraster1"/>
    <w:basedOn w:val="NormaleTabelle"/>
    <w:next w:val="Tabellenraster"/>
    <w:rsid w:val="009E3C32"/>
    <w:pPr>
      <w:spacing w:line="280" w:lineRule="atLeast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">
    <w:name w:val="Teil"/>
    <w:basedOn w:val="Textkrper-Zeileneinzug"/>
    <w:link w:val="TeilZchn"/>
    <w:qFormat/>
    <w:rsid w:val="00A2732E"/>
    <w:pPr>
      <w:tabs>
        <w:tab w:val="left" w:pos="3969"/>
        <w:tab w:val="left" w:pos="5103"/>
        <w:tab w:val="left" w:pos="9072"/>
      </w:tabs>
      <w:overflowPunct w:val="0"/>
      <w:spacing w:line="300" w:lineRule="exact"/>
      <w:ind w:left="1134" w:hanging="1134"/>
      <w:jc w:val="center"/>
      <w:textAlignment w:val="baseline"/>
    </w:pPr>
    <w:rPr>
      <w:rFonts w:ascii="Arial" w:hAnsi="Arial" w:cs="Arial"/>
      <w:b/>
      <w:spacing w:val="20"/>
      <w:sz w:val="36"/>
      <w:szCs w:val="36"/>
    </w:rPr>
  </w:style>
  <w:style w:type="paragraph" w:customStyle="1" w:styleId="Teilberschrift">
    <w:name w:val="Teil Überschrift"/>
    <w:basedOn w:val="Textkrper"/>
    <w:link w:val="TeilberschriftZchn"/>
    <w:qFormat/>
    <w:rsid w:val="00A2732E"/>
    <w:pPr>
      <w:overflowPunct w:val="0"/>
      <w:jc w:val="center"/>
      <w:textAlignment w:val="baseline"/>
    </w:pPr>
    <w:rPr>
      <w:rFonts w:ascii="Arial" w:hAnsi="Arial" w:cs="Arial"/>
      <w:b/>
      <w:spacing w:val="20"/>
      <w:sz w:val="28"/>
      <w:szCs w:val="28"/>
    </w:rPr>
  </w:style>
  <w:style w:type="character" w:customStyle="1" w:styleId="TeilZchn">
    <w:name w:val="Teil Zchn"/>
    <w:basedOn w:val="Textkrper-ZeileneinzugZchn"/>
    <w:link w:val="Teil"/>
    <w:rsid w:val="00A2732E"/>
    <w:rPr>
      <w:rFonts w:ascii="Arial" w:hAnsi="Arial" w:cs="Arial"/>
      <w:b/>
      <w:spacing w:val="20"/>
      <w:sz w:val="36"/>
      <w:szCs w:val="36"/>
    </w:rPr>
  </w:style>
  <w:style w:type="character" w:customStyle="1" w:styleId="TeilberschriftZchn">
    <w:name w:val="Teil Überschrift Zchn"/>
    <w:basedOn w:val="TextkrperZchn"/>
    <w:link w:val="Teilberschrift"/>
    <w:rsid w:val="00A2732E"/>
    <w:rPr>
      <w:rFonts w:ascii="Arial" w:hAnsi="Arial" w:cs="Arial"/>
      <w:b/>
      <w:spacing w:val="20"/>
      <w:sz w:val="28"/>
      <w:szCs w:val="28"/>
    </w:rPr>
  </w:style>
  <w:style w:type="paragraph" w:customStyle="1" w:styleId="FlietextAufzhlung">
    <w:name w:val="Fließtext Aufzählung"/>
    <w:basedOn w:val="Standard"/>
    <w:link w:val="FlietextAufzhlungZchn"/>
    <w:qFormat/>
    <w:rsid w:val="00A2732E"/>
    <w:pPr>
      <w:spacing w:line="264" w:lineRule="auto"/>
      <w:ind w:left="567"/>
    </w:pPr>
    <w:rPr>
      <w:rFonts w:ascii="Arial" w:hAnsi="Arial" w:cs="Times New Roman"/>
      <w:color w:val="000000"/>
      <w:szCs w:val="20"/>
    </w:rPr>
  </w:style>
  <w:style w:type="character" w:customStyle="1" w:styleId="FlietextAufzhlungZchn">
    <w:name w:val="Fließtext Aufzählung Zchn"/>
    <w:basedOn w:val="Absatz-Standardschriftart"/>
    <w:link w:val="FlietextAufzhlung"/>
    <w:rsid w:val="00A2732E"/>
    <w:rPr>
      <w:rFonts w:ascii="Arial" w:hAnsi="Arial"/>
      <w:color w:val="000000"/>
      <w:sz w:val="22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A2732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A2732E"/>
    <w:rPr>
      <w:rFonts w:ascii="GenosGFG" w:hAnsi="GenosGFG" w:cs="GenosGFG"/>
      <w:szCs w:val="18"/>
    </w:rPr>
  </w:style>
  <w:style w:type="paragraph" w:styleId="Textkrper">
    <w:name w:val="Body Text"/>
    <w:basedOn w:val="Standard"/>
    <w:link w:val="TextkrperZchn"/>
    <w:semiHidden/>
    <w:unhideWhenUsed/>
    <w:rsid w:val="00A2732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A2732E"/>
    <w:rPr>
      <w:rFonts w:ascii="GenosGFG" w:hAnsi="GenosGFG" w:cs="GenosGFG"/>
      <w:szCs w:val="18"/>
    </w:rPr>
  </w:style>
  <w:style w:type="paragraph" w:customStyle="1" w:styleId="berschriftDeckblatt">
    <w:name w:val="Überschrift Deckblatt"/>
    <w:basedOn w:val="Standard"/>
    <w:next w:val="Standard"/>
    <w:rsid w:val="00174DC2"/>
    <w:pPr>
      <w:spacing w:after="760"/>
    </w:pPr>
    <w:rPr>
      <w:b/>
      <w:color w:val="002D67" w:themeColor="background2"/>
      <w:sz w:val="3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F6E20"/>
    <w:pPr>
      <w:keepLines/>
      <w:numPr>
        <w:numId w:val="0"/>
      </w:numPr>
      <w:spacing w:before="240" w:after="0" w:line="259" w:lineRule="auto"/>
      <w:outlineLvl w:val="9"/>
    </w:pPr>
    <w:rPr>
      <w:rFonts w:eastAsiaTheme="majorEastAsia" w:cstheme="majorBidi"/>
      <w:b w:val="0"/>
      <w:bCs w:val="0"/>
      <w:sz w:val="32"/>
      <w:szCs w:val="32"/>
      <w:lang w:eastAsia="de-DE"/>
    </w:rPr>
  </w:style>
  <w:style w:type="paragraph" w:customStyle="1" w:styleId="Ebene1">
    <w:name w:val="Ebene 1"/>
    <w:basedOn w:val="Standard"/>
    <w:qFormat/>
    <w:rsid w:val="00174DC2"/>
    <w:pPr>
      <w:numPr>
        <w:numId w:val="13"/>
      </w:numPr>
      <w:tabs>
        <w:tab w:val="left" w:pos="885"/>
      </w:tabs>
    </w:pPr>
    <w:rPr>
      <w:rFonts w:ascii="Arial" w:eastAsia="Times New Roman" w:hAnsi="Arial"/>
      <w:lang w:eastAsia="de-DE"/>
    </w:rPr>
  </w:style>
  <w:style w:type="character" w:styleId="Hyperlink">
    <w:name w:val="Hyperlink"/>
    <w:basedOn w:val="Absatz-Standardschriftart"/>
    <w:uiPriority w:val="99"/>
    <w:unhideWhenUsed/>
    <w:rsid w:val="00174DC2"/>
    <w:rPr>
      <w:color w:val="0563C1" w:themeColor="hyperlink"/>
      <w:u w:val="single"/>
    </w:rPr>
  </w:style>
  <w:style w:type="paragraph" w:customStyle="1" w:styleId="Flietext">
    <w:name w:val="Fließtext"/>
    <w:basedOn w:val="Standard"/>
    <w:qFormat/>
    <w:rsid w:val="00174DC2"/>
    <w:pPr>
      <w:spacing w:after="180"/>
    </w:pPr>
    <w:rPr>
      <w:rFonts w:ascii="Arial" w:hAnsi="Arial"/>
      <w:lang w:eastAsia="de-DE"/>
    </w:rPr>
  </w:style>
  <w:style w:type="character" w:styleId="Kommentarzeichen">
    <w:name w:val="annotation reference"/>
    <w:basedOn w:val="Absatz-Standardschriftart"/>
    <w:uiPriority w:val="99"/>
    <w:rsid w:val="00174DC2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4D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ufzhlungen">
    <w:name w:val="Aufzählungen"/>
    <w:basedOn w:val="Standard"/>
    <w:qFormat/>
    <w:rsid w:val="00174DC2"/>
    <w:pPr>
      <w:tabs>
        <w:tab w:val="left" w:pos="357"/>
      </w:tabs>
      <w:spacing w:before="60" w:after="60"/>
      <w:ind w:left="357" w:hanging="357"/>
    </w:pPr>
    <w:rPr>
      <w:rFonts w:ascii="Arial" w:hAnsi="Arial"/>
    </w:rPr>
  </w:style>
  <w:style w:type="paragraph" w:customStyle="1" w:styleId="berschrift2-Absatz">
    <w:name w:val="Überschrift 2 - Absatz"/>
    <w:basedOn w:val="berschrift2"/>
    <w:next w:val="berschrift2"/>
    <w:link w:val="berschrift2-AbsatzZchn"/>
    <w:qFormat/>
    <w:rsid w:val="00174DC2"/>
    <w:pPr>
      <w:numPr>
        <w:ilvl w:val="0"/>
        <w:numId w:val="14"/>
      </w:numPr>
      <w:spacing w:before="360" w:after="120" w:line="360" w:lineRule="auto"/>
      <w:jc w:val="both"/>
    </w:pPr>
    <w:rPr>
      <w:rFonts w:ascii="GenosGFG" w:eastAsia="Times New Roman" w:hAnsi="GenosGFG" w:cstheme="minorBidi"/>
      <w:szCs w:val="22"/>
      <w:lang w:eastAsia="de-DE"/>
    </w:rPr>
  </w:style>
  <w:style w:type="character" w:customStyle="1" w:styleId="berschrift2-AbsatzZchn">
    <w:name w:val="Überschrift 2 - Absatz Zchn"/>
    <w:basedOn w:val="Absatz-Standardschriftart"/>
    <w:link w:val="berschrift2-Absatz"/>
    <w:rsid w:val="00174DC2"/>
    <w:rPr>
      <w:rFonts w:ascii="GenosGFG" w:hAnsi="GenosGFG" w:cstheme="minorBidi"/>
      <w:b/>
      <w:bCs/>
      <w:sz w:val="22"/>
      <w:szCs w:val="22"/>
    </w:rPr>
  </w:style>
  <w:style w:type="character" w:customStyle="1" w:styleId="Tabellenberschriftenwei">
    <w:name w:val="Tabellenüberschriften weiß"/>
    <w:basedOn w:val="Absatz-Standardschriftart"/>
    <w:qFormat/>
    <w:rsid w:val="00EF6E20"/>
    <w:rPr>
      <w:rFonts w:ascii="Arial" w:hAnsi="Arial"/>
      <w:b/>
      <w:caps w:val="0"/>
      <w:smallCaps w:val="0"/>
      <w:strike w:val="0"/>
      <w:dstrike w:val="0"/>
      <w:vanish w:val="0"/>
      <w:color w:val="FFFFFF" w:themeColor="background1"/>
      <w:sz w:val="22"/>
      <w:u w:val="none"/>
      <w:vertAlign w:val="baseline"/>
    </w:rPr>
  </w:style>
  <w:style w:type="paragraph" w:customStyle="1" w:styleId="Nummerierung">
    <w:name w:val="Nummerierung"/>
    <w:basedOn w:val="Standard"/>
    <w:qFormat/>
    <w:rsid w:val="00174DC2"/>
    <w:pPr>
      <w:numPr>
        <w:numId w:val="15"/>
      </w:numPr>
      <w:spacing w:before="0"/>
    </w:pPr>
    <w:rPr>
      <w:rFonts w:ascii="Arial" w:eastAsia="Times New Roman" w:hAnsi="Arial" w:cs="Times New Roman"/>
      <w:lang w:eastAsia="de-DE"/>
    </w:rPr>
  </w:style>
  <w:style w:type="paragraph" w:customStyle="1" w:styleId="AbsatzmNummerierung">
    <w:name w:val="Absatz m. Nummerierung"/>
    <w:basedOn w:val="Standard"/>
    <w:autoRedefine/>
    <w:qFormat/>
    <w:rsid w:val="00BB413A"/>
    <w:pPr>
      <w:spacing w:before="0"/>
      <w:ind w:left="719"/>
      <w:jc w:val="left"/>
    </w:pPr>
    <w:rPr>
      <w:rFonts w:ascii="Arial" w:hAnsi="Arial"/>
      <w:sz w:val="20"/>
    </w:rPr>
  </w:style>
  <w:style w:type="paragraph" w:customStyle="1" w:styleId="Vorgabetext11">
    <w:name w:val="Vorgabetext:1:1"/>
    <w:basedOn w:val="Standard"/>
    <w:rsid w:val="00BB413A"/>
    <w:pPr>
      <w:tabs>
        <w:tab w:val="left" w:pos="1440"/>
      </w:tabs>
      <w:overflowPunct w:val="0"/>
      <w:autoSpaceDE w:val="0"/>
      <w:autoSpaceDN w:val="0"/>
      <w:adjustRightInd w:val="0"/>
      <w:spacing w:before="0"/>
    </w:pPr>
    <w:rPr>
      <w:rFonts w:ascii="Times New Roman" w:eastAsia="Times New Roman" w:hAnsi="Times New Roman" w:cs="Times New Roman"/>
      <w:sz w:val="24"/>
      <w:szCs w:val="20"/>
      <w:lang w:val="en-US" w:eastAsia="de-DE"/>
    </w:rPr>
  </w:style>
  <w:style w:type="character" w:customStyle="1" w:styleId="eop">
    <w:name w:val="eop"/>
    <w:basedOn w:val="Absatz-Standardschriftart"/>
    <w:rsid w:val="008E0DBC"/>
  </w:style>
  <w:style w:type="character" w:styleId="Erwhnung">
    <w:name w:val="Mention"/>
    <w:basedOn w:val="Absatz-Standardschriftart"/>
    <w:uiPriority w:val="99"/>
    <w:unhideWhenUsed/>
    <w:rsid w:val="008E0DBC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2708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einLeerraum">
    <w:name w:val="No Spacing"/>
    <w:uiPriority w:val="1"/>
    <w:qFormat/>
    <w:rsid w:val="00E308A2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1B13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MS-CD-Flietext">
    <w:name w:val="BMS - CD - Fließtext_"/>
    <w:basedOn w:val="Standard"/>
    <w:link w:val="BMS-CD-FlietextZchn"/>
    <w:qFormat/>
    <w:rsid w:val="001B138D"/>
    <w:pPr>
      <w:autoSpaceDE w:val="0"/>
      <w:autoSpaceDN w:val="0"/>
      <w:adjustRightInd w:val="0"/>
      <w:spacing w:before="0" w:line="276" w:lineRule="auto"/>
      <w:jc w:val="left"/>
      <w:textAlignment w:val="center"/>
    </w:pPr>
    <w:rPr>
      <w:rFonts w:ascii="Calibri" w:hAnsi="Calibri" w:cs="Calibri"/>
      <w:color w:val="000000"/>
      <w:sz w:val="24"/>
      <w:szCs w:val="24"/>
    </w:rPr>
  </w:style>
  <w:style w:type="character" w:customStyle="1" w:styleId="BMS-CD-FlietextZchn">
    <w:name w:val="BMS - CD - Fließtext_ Zchn"/>
    <w:basedOn w:val="Absatz-Standardschriftart"/>
    <w:link w:val="BMS-CD-Flietext"/>
    <w:rsid w:val="001B138D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locktext">
    <w:name w:val="Block Text"/>
    <w:basedOn w:val="Standard"/>
    <w:rsid w:val="001B138D"/>
    <w:pPr>
      <w:spacing w:before="280"/>
      <w:jc w:val="left"/>
    </w:pPr>
    <w:rPr>
      <w:rFonts w:ascii="Arial" w:eastAsia="Arial" w:hAnsi="Arial" w:cs="Arial"/>
      <w:sz w:val="20"/>
      <w:szCs w:val="20"/>
      <w:lang w:eastAsia="de-DE"/>
    </w:rPr>
  </w:style>
  <w:style w:type="paragraph" w:customStyle="1" w:styleId="ListeneintragEbene1">
    <w:name w:val="Listeneintrag Ebene 1"/>
    <w:basedOn w:val="Standard"/>
    <w:link w:val="ListeneintragEbene1ZchnZchn"/>
    <w:rsid w:val="001B138D"/>
    <w:pPr>
      <w:keepNext/>
      <w:spacing w:before="60" w:after="60"/>
      <w:jc w:val="left"/>
    </w:pPr>
    <w:rPr>
      <w:rFonts w:ascii="Arial" w:eastAsia="Arial" w:hAnsi="Arial" w:cs="Arial"/>
      <w:bCs/>
      <w:sz w:val="20"/>
      <w:szCs w:val="20"/>
      <w:lang w:eastAsia="de-DE"/>
    </w:rPr>
  </w:style>
  <w:style w:type="character" w:customStyle="1" w:styleId="ListeneintragEbene1ZchnZchn">
    <w:name w:val="Listeneintrag Ebene 1 Zchn Zchn"/>
    <w:link w:val="ListeneintragEbene1"/>
    <w:rsid w:val="001B138D"/>
    <w:rPr>
      <w:rFonts w:ascii="Arial" w:eastAsia="Arial" w:hAnsi="Arial" w:cs="Arial"/>
      <w:bCs/>
    </w:rPr>
  </w:style>
  <w:style w:type="character" w:styleId="Platzhaltertext">
    <w:name w:val="Placeholder Text"/>
    <w:basedOn w:val="Absatz-Standardschriftart"/>
    <w:uiPriority w:val="99"/>
    <w:semiHidden/>
    <w:rsid w:val="0017333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9/05/relationships/documenttasks" Target="documenttasks/documenttask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001%20Vorlagen\VRP%20Vorlagen\VRP_VL_Word-generisch_DE_230331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BF040AD-DAC7-4943-9932-427BB7C74ED4}">
    <t:Anchor>
      <t:Comment id="874045865"/>
    </t:Anchor>
    <t:History>
      <t:Event id="{0E563C42-855C-4869-BFE0-5C63F1BA5D9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Create/>
      </t:Event>
      <t:Event id="{2BD0DA8C-2C71-4C42-A7C8-3FAB8F53907F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Assign userId="S::jan-marvin.beyer@bms-cs.de::0753ebf6-8832-42d3-a15d-0ca96b018340" userProvider="AD" userName="Jan-Marvin Beyer | BMS Corporate Solutions GmbH"/>
      </t:Event>
      <t:Event id="{FD88F8A1-3FE3-4C09-9FF1-200D1675EAD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SetTitle title="@Jan-Marvin Beyer | BMS Corporate Solutions GmbH : Preise ggf anpassen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0C04A-2ACA-4237-BD37-07D02E31EB66}"/>
      </w:docPartPr>
      <w:docPartBody>
        <w:p w:rsidR="00A24587" w:rsidRDefault="00E440C7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018308A6C04DBFAE5FBDA96D3E2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748EF4-EF2E-4332-BD9E-062940AF109C}"/>
      </w:docPartPr>
      <w:docPartBody>
        <w:p w:rsidR="00A24587" w:rsidRDefault="00E440C7" w:rsidP="00E440C7">
          <w:pPr>
            <w:pStyle w:val="D2018308A6C04DBFAE5FBDA96D3E2D08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D8D5F6B37844F483DEB195C840AF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78737D-7B64-4FF2-9ACB-2814489C8463}"/>
      </w:docPartPr>
      <w:docPartBody>
        <w:p w:rsidR="00A24587" w:rsidRDefault="00E440C7" w:rsidP="00E440C7">
          <w:pPr>
            <w:pStyle w:val="5ED8D5F6B37844F483DEB195C840AFE3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CC2C71653C4B1EB22BEFAC569F2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6AF85-4F04-4A83-8B12-76581C62C647}"/>
      </w:docPartPr>
      <w:docPartBody>
        <w:p w:rsidR="00A24587" w:rsidRDefault="00E440C7" w:rsidP="00E440C7">
          <w:pPr>
            <w:pStyle w:val="C3CC2C71653C4B1EB22BEFAC569F246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CA07F5E1BE41A3B78E501AE5CFC2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23394-6AC1-4F28-8CD5-DCC191C82FE0}"/>
      </w:docPartPr>
      <w:docPartBody>
        <w:p w:rsidR="00A24587" w:rsidRDefault="00E440C7" w:rsidP="00E440C7">
          <w:pPr>
            <w:pStyle w:val="7DCA07F5E1BE41A3B78E501AE5CFC2E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CD60B8181840AF93D9EE10004081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432A50-819A-46C7-AF5A-B26C4F8AA5AD}"/>
      </w:docPartPr>
      <w:docPartBody>
        <w:p w:rsidR="00A24587" w:rsidRDefault="00E440C7" w:rsidP="00E440C7">
          <w:pPr>
            <w:pStyle w:val="84CD60B8181840AF93D9EE10004081A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F75E56B50D4BE9B1FAEF6300C1FC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7C896E-546B-4D20-958B-40FB71CE5FCE}"/>
      </w:docPartPr>
      <w:docPartBody>
        <w:p w:rsidR="00A24587" w:rsidRDefault="00E440C7" w:rsidP="00E440C7">
          <w:pPr>
            <w:pStyle w:val="E9F75E56B50D4BE9B1FAEF6300C1FCC1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BD83654BDF47B083DC1C739F2B6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B8CBC9-D29D-4A1C-9DE4-42782A6A0C90}"/>
      </w:docPartPr>
      <w:docPartBody>
        <w:p w:rsidR="00A24587" w:rsidRDefault="00E440C7" w:rsidP="00E440C7">
          <w:pPr>
            <w:pStyle w:val="4DBD83654BDF47B083DC1C739F2B6B4A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C7"/>
    <w:rsid w:val="000F73FA"/>
    <w:rsid w:val="00373CC0"/>
    <w:rsid w:val="003808ED"/>
    <w:rsid w:val="00541C82"/>
    <w:rsid w:val="0054573C"/>
    <w:rsid w:val="00733BCD"/>
    <w:rsid w:val="00A032DF"/>
    <w:rsid w:val="00A24587"/>
    <w:rsid w:val="00B40D03"/>
    <w:rsid w:val="00E440C7"/>
    <w:rsid w:val="00EE137F"/>
    <w:rsid w:val="00F74315"/>
    <w:rsid w:val="00FA04D5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808ED"/>
    <w:rPr>
      <w:color w:val="666666"/>
    </w:rPr>
  </w:style>
  <w:style w:type="paragraph" w:customStyle="1" w:styleId="D2018308A6C04DBFAE5FBDA96D3E2D08">
    <w:name w:val="D2018308A6C04DBFAE5FBDA96D3E2D08"/>
    <w:rsid w:val="00E440C7"/>
  </w:style>
  <w:style w:type="paragraph" w:customStyle="1" w:styleId="5ED8D5F6B37844F483DEB195C840AFE3">
    <w:name w:val="5ED8D5F6B37844F483DEB195C840AFE3"/>
    <w:rsid w:val="00E440C7"/>
  </w:style>
  <w:style w:type="paragraph" w:customStyle="1" w:styleId="C3CC2C71653C4B1EB22BEFAC569F2462">
    <w:name w:val="C3CC2C71653C4B1EB22BEFAC569F2462"/>
    <w:rsid w:val="00E440C7"/>
  </w:style>
  <w:style w:type="paragraph" w:customStyle="1" w:styleId="7DCA07F5E1BE41A3B78E501AE5CFC2ED">
    <w:name w:val="7DCA07F5E1BE41A3B78E501AE5CFC2ED"/>
    <w:rsid w:val="00E440C7"/>
  </w:style>
  <w:style w:type="paragraph" w:customStyle="1" w:styleId="84CD60B8181840AF93D9EE10004081AE">
    <w:name w:val="84CD60B8181840AF93D9EE10004081AE"/>
    <w:rsid w:val="00E440C7"/>
  </w:style>
  <w:style w:type="paragraph" w:customStyle="1" w:styleId="E9F75E56B50D4BE9B1FAEF6300C1FCC1">
    <w:name w:val="E9F75E56B50D4BE9B1FAEF6300C1FCC1"/>
    <w:rsid w:val="00E440C7"/>
  </w:style>
  <w:style w:type="paragraph" w:customStyle="1" w:styleId="4DBD83654BDF47B083DC1C739F2B6B4A">
    <w:name w:val="4DBD83654BDF47B083DC1C739F2B6B4A"/>
    <w:rsid w:val="00E44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DesignVR1">
  <a:themeElements>
    <a:clrScheme name="VRP_ab2023">
      <a:dk1>
        <a:sysClr val="windowText" lastClr="000000"/>
      </a:dk1>
      <a:lt1>
        <a:sysClr val="window" lastClr="FFFFFF"/>
      </a:lt1>
      <a:dk2>
        <a:srgbClr val="0066B3"/>
      </a:dk2>
      <a:lt2>
        <a:srgbClr val="002D67"/>
      </a:lt2>
      <a:accent1>
        <a:srgbClr val="FF6600"/>
      </a:accent1>
      <a:accent2>
        <a:srgbClr val="96BEE6"/>
      </a:accent2>
      <a:accent3>
        <a:srgbClr val="BED7F0"/>
      </a:accent3>
      <a:accent4>
        <a:srgbClr val="E1EBF5"/>
      </a:accent4>
      <a:accent5>
        <a:srgbClr val="5A5A5A"/>
      </a:accent5>
      <a:accent6>
        <a:srgbClr val="BEBEBE"/>
      </a:accent6>
      <a:hlink>
        <a:srgbClr val="0563C1"/>
      </a:hlink>
      <a:folHlink>
        <a:srgbClr val="954F72"/>
      </a:folHlink>
    </a:clrScheme>
    <a:fontScheme name="VRP_ab2023">
      <a:majorFont>
        <a:latin typeface="GenosGFG"/>
        <a:ea typeface=""/>
        <a:cs typeface=""/>
      </a:majorFont>
      <a:minorFont>
        <a:latin typeface="GenosGFG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0BE43A-B4ED-4B91-9C9F-A30222C43E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7A2D98-3EE6-4F75-81B5-82D696437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89319-B56C-4E87-8637-8987FB4D0261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4.xml><?xml version="1.0" encoding="utf-8"?>
<ds:datastoreItem xmlns:ds="http://schemas.openxmlformats.org/officeDocument/2006/customXml" ds:itemID="{71A5F63F-730E-4EC1-943F-7A4311B7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d43ec-0562-4769-a333-c9a5dc17ec1c"/>
    <ds:schemaRef ds:uri="4aa38f4c-4645-4dd7-bf11-1cd67b6e4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VRP_VL_Word-generisch_DE_230331.dotx</Template>
  <TotalTime>0</TotalTime>
  <Pages>2</Pages>
  <Words>327</Words>
  <Characters>2065</Characters>
  <Application>Microsoft Office Word</Application>
  <DocSecurity>0</DocSecurity>
  <Lines>17</Lines>
  <Paragraphs>4</Paragraphs>
  <ScaleCrop>false</ScaleCrop>
  <Company>VR Payment GmbH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Wordvorlage Handbuch</dc:title>
  <dc:subject/>
  <dc:creator>Andrea Salt</dc:creator>
  <cp:keywords/>
  <cp:lastModifiedBy>Jan-Marvin Beyer | BMS Corporate Solutions GmbH</cp:lastModifiedBy>
  <cp:revision>98</cp:revision>
  <cp:lastPrinted>2023-01-09T06:36:00Z</cp:lastPrinted>
  <dcterms:created xsi:type="dcterms:W3CDTF">2024-04-03T21:31:00Z</dcterms:created>
  <dcterms:modified xsi:type="dcterms:W3CDTF">2025-04-03T14:44:00Z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